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2F" w:rsidRPr="00F07293" w:rsidRDefault="0045422F" w:rsidP="00F07293">
      <w:pPr>
        <w:spacing w:after="0"/>
        <w:rPr>
          <w:rFonts w:ascii="Times New Roman" w:hAnsi="Times New Roman"/>
          <w:b/>
          <w:caps/>
          <w:sz w:val="24"/>
          <w:szCs w:val="24"/>
        </w:rPr>
      </w:pPr>
      <w:r w:rsidRPr="00F07293">
        <w:rPr>
          <w:rFonts w:ascii="Times New Roman" w:hAnsi="Times New Roman"/>
          <w:b/>
          <w:caps/>
          <w:sz w:val="24"/>
          <w:szCs w:val="24"/>
        </w:rPr>
        <w:t xml:space="preserve">                                                         Калужская область</w:t>
      </w:r>
    </w:p>
    <w:p w:rsidR="0045422F" w:rsidRPr="00F07293" w:rsidRDefault="0045422F" w:rsidP="00F07293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07293">
        <w:rPr>
          <w:rFonts w:ascii="Times New Roman" w:hAnsi="Times New Roman"/>
          <w:b/>
          <w:caps/>
          <w:sz w:val="24"/>
          <w:szCs w:val="24"/>
        </w:rPr>
        <w:t>Малоярославецкий район</w:t>
      </w:r>
    </w:p>
    <w:p w:rsidR="0045422F" w:rsidRPr="00F07293" w:rsidRDefault="0045422F" w:rsidP="00F07293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07293">
        <w:rPr>
          <w:rFonts w:ascii="Times New Roman" w:hAnsi="Times New Roman"/>
          <w:b/>
          <w:caps/>
          <w:sz w:val="24"/>
          <w:szCs w:val="24"/>
        </w:rPr>
        <w:t>Сельская дума сельского поселения</w:t>
      </w:r>
    </w:p>
    <w:p w:rsidR="0045422F" w:rsidRPr="00F07293" w:rsidRDefault="0045422F" w:rsidP="00F07293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07293">
        <w:rPr>
          <w:rFonts w:ascii="Times New Roman" w:hAnsi="Times New Roman"/>
          <w:b/>
          <w:caps/>
          <w:sz w:val="24"/>
          <w:szCs w:val="24"/>
        </w:rPr>
        <w:t>«деревня рябцево»</w:t>
      </w:r>
    </w:p>
    <w:p w:rsidR="0045422F" w:rsidRPr="00F07293" w:rsidRDefault="0045422F" w:rsidP="00F07293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5422F" w:rsidRPr="00F07293" w:rsidRDefault="0045422F" w:rsidP="00F0729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7293">
        <w:rPr>
          <w:rFonts w:ascii="Times New Roman" w:hAnsi="Times New Roman"/>
          <w:b/>
          <w:sz w:val="24"/>
          <w:szCs w:val="24"/>
        </w:rPr>
        <w:t>РЕШЕНИЕ</w:t>
      </w:r>
    </w:p>
    <w:p w:rsidR="0045422F" w:rsidRDefault="0045422F" w:rsidP="00F07293">
      <w:pPr>
        <w:spacing w:after="0"/>
        <w:ind w:left="360" w:firstLine="348"/>
        <w:rPr>
          <w:rFonts w:ascii="Times New Roman" w:hAnsi="Times New Roman"/>
          <w:sz w:val="24"/>
          <w:szCs w:val="24"/>
        </w:rPr>
      </w:pPr>
      <w:r w:rsidRPr="00F07293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F07293">
        <w:rPr>
          <w:rFonts w:ascii="Times New Roman" w:hAnsi="Times New Roman"/>
          <w:sz w:val="24"/>
          <w:szCs w:val="24"/>
        </w:rPr>
        <w:tab/>
      </w:r>
      <w:r w:rsidRPr="00F07293">
        <w:rPr>
          <w:rFonts w:ascii="Times New Roman" w:hAnsi="Times New Roman"/>
          <w:sz w:val="24"/>
          <w:szCs w:val="24"/>
        </w:rPr>
        <w:tab/>
      </w:r>
      <w:r w:rsidRPr="00F07293">
        <w:rPr>
          <w:rFonts w:ascii="Times New Roman" w:hAnsi="Times New Roman"/>
          <w:sz w:val="24"/>
          <w:szCs w:val="24"/>
        </w:rPr>
        <w:tab/>
      </w:r>
      <w:r w:rsidRPr="00F07293">
        <w:rPr>
          <w:rFonts w:ascii="Times New Roman" w:hAnsi="Times New Roman"/>
          <w:sz w:val="24"/>
          <w:szCs w:val="24"/>
        </w:rPr>
        <w:tab/>
        <w:t xml:space="preserve">          </w:t>
      </w:r>
      <w:r w:rsidRPr="00F07293">
        <w:rPr>
          <w:rFonts w:ascii="Times New Roman" w:hAnsi="Times New Roman"/>
          <w:sz w:val="24"/>
          <w:szCs w:val="24"/>
        </w:rPr>
        <w:tab/>
      </w:r>
    </w:p>
    <w:p w:rsidR="0045422F" w:rsidRPr="00FB0EE8" w:rsidRDefault="0045422F" w:rsidP="00F07293">
      <w:pPr>
        <w:tabs>
          <w:tab w:val="left" w:pos="7731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B0EE8">
        <w:rPr>
          <w:rFonts w:ascii="Times New Roman" w:hAnsi="Times New Roman"/>
          <w:b/>
          <w:color w:val="000000"/>
          <w:sz w:val="24"/>
          <w:szCs w:val="24"/>
        </w:rPr>
        <w:t>от   27.05.2019 года</w:t>
      </w:r>
      <w:r w:rsidRPr="00FB0EE8">
        <w:rPr>
          <w:rFonts w:ascii="Times New Roman" w:hAnsi="Times New Roman"/>
          <w:b/>
          <w:color w:val="000000"/>
          <w:sz w:val="24"/>
          <w:szCs w:val="24"/>
        </w:rPr>
        <w:tab/>
        <w:t xml:space="preserve">                 </w:t>
      </w:r>
      <w:r w:rsidRPr="00FB0EE8">
        <w:rPr>
          <w:rFonts w:ascii="Times New Roman" w:hAnsi="Times New Roman"/>
          <w:b/>
          <w:color w:val="000000"/>
          <w:sz w:val="24"/>
          <w:szCs w:val="24"/>
          <w:u w:val="single"/>
        </w:rPr>
        <w:t>№ 11/1</w:t>
      </w:r>
    </w:p>
    <w:p w:rsidR="0045422F" w:rsidRPr="00FB0EE8" w:rsidRDefault="0045422F" w:rsidP="000926B9">
      <w:pPr>
        <w:spacing w:after="0"/>
        <w:ind w:left="142"/>
        <w:rPr>
          <w:rFonts w:ascii="Times New Roman" w:hAnsi="Times New Roman"/>
          <w:b/>
          <w:color w:val="000000"/>
          <w:sz w:val="24"/>
          <w:szCs w:val="24"/>
        </w:rPr>
      </w:pPr>
    </w:p>
    <w:p w:rsidR="0045422F" w:rsidRDefault="0045422F" w:rsidP="006F7D89">
      <w:pPr>
        <w:pStyle w:val="BodyText2"/>
        <w:jc w:val="both"/>
      </w:pPr>
      <w:r>
        <w:t>О внесении изменений и дополнений в Решение Сельской  Думы</w:t>
      </w:r>
    </w:p>
    <w:p w:rsidR="0045422F" w:rsidRDefault="0045422F" w:rsidP="006F7D89">
      <w:pPr>
        <w:pStyle w:val="BodyText2"/>
        <w:jc w:val="both"/>
      </w:pPr>
      <w:r>
        <w:t xml:space="preserve"> сельского  поселения «деревня Рябцево» от 26.11.2018  №  21 </w:t>
      </w:r>
    </w:p>
    <w:p w:rsidR="0045422F" w:rsidRDefault="0045422F" w:rsidP="006F7D89">
      <w:pPr>
        <w:pStyle w:val="BodyText2"/>
        <w:jc w:val="both"/>
      </w:pPr>
      <w:r>
        <w:t xml:space="preserve"> «О передаче муниципальному району «Малоярославецкий район» части полномочий по решению вопросов местного значения сельского </w:t>
      </w:r>
    </w:p>
    <w:p w:rsidR="0045422F" w:rsidRDefault="0045422F" w:rsidP="006F7D89">
      <w:pPr>
        <w:pStyle w:val="BodyText2"/>
        <w:jc w:val="both"/>
      </w:pPr>
      <w:r>
        <w:t>поселения «деревня Рябцево».</w:t>
      </w:r>
    </w:p>
    <w:p w:rsidR="0045422F" w:rsidRPr="00D307BA" w:rsidRDefault="0045422F" w:rsidP="000926B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5422F" w:rsidRPr="006F7D89" w:rsidRDefault="0045422F" w:rsidP="006F7D89">
      <w:pPr>
        <w:pStyle w:val="NormalWeb"/>
        <w:shd w:val="clear" w:color="auto" w:fill="FFFFFF"/>
        <w:spacing w:before="0" w:beforeAutospacing="0" w:after="0" w:afterAutospacing="0" w:line="225" w:lineRule="atLeast"/>
        <w:ind w:firstLine="708"/>
        <w:jc w:val="both"/>
        <w:rPr>
          <w:b/>
          <w:sz w:val="28"/>
          <w:szCs w:val="28"/>
        </w:rPr>
      </w:pPr>
      <w:r w:rsidRPr="006F7D89">
        <w:rPr>
          <w:sz w:val="28"/>
          <w:szCs w:val="28"/>
        </w:rPr>
        <w:t xml:space="preserve"> В целях приведения нормативно-правовых актов в соответствие с действующим законодательством, руководствуясь Федеральным законом от 06.10.2003 г. № 131 – ФЗ «Об общих принципах организации местного самоуправления в Российской Федерации», Уставом сельского поселения, Уставом муниципального образования сельского поселения «деревня Рябцево», Сельская Дума сельского поселения «деревня Рябцево» </w:t>
      </w:r>
      <w:r w:rsidRPr="006F7D89">
        <w:rPr>
          <w:b/>
          <w:sz w:val="28"/>
          <w:szCs w:val="28"/>
        </w:rPr>
        <w:t>Р Е Ш И Л А</w:t>
      </w:r>
    </w:p>
    <w:p w:rsidR="0045422F" w:rsidRPr="006F7D89" w:rsidRDefault="0045422F" w:rsidP="006F7D89">
      <w:pPr>
        <w:pStyle w:val="NormalWeb"/>
        <w:shd w:val="clear" w:color="auto" w:fill="FFFFFF"/>
        <w:spacing w:before="0" w:beforeAutospacing="0" w:after="0" w:afterAutospacing="0" w:line="225" w:lineRule="atLeast"/>
        <w:ind w:firstLine="708"/>
        <w:jc w:val="both"/>
        <w:rPr>
          <w:b/>
          <w:sz w:val="28"/>
          <w:szCs w:val="28"/>
        </w:rPr>
      </w:pPr>
    </w:p>
    <w:p w:rsidR="0045422F" w:rsidRPr="006F7D89" w:rsidRDefault="0045422F" w:rsidP="006F7D89">
      <w:pPr>
        <w:pStyle w:val="BodyText2"/>
        <w:ind w:firstLine="708"/>
        <w:jc w:val="both"/>
        <w:rPr>
          <w:b w:val="0"/>
          <w:szCs w:val="28"/>
        </w:rPr>
      </w:pPr>
      <w:r w:rsidRPr="006F7D89">
        <w:rPr>
          <w:b w:val="0"/>
          <w:szCs w:val="28"/>
        </w:rPr>
        <w:t>Внести изменения и дополнения в Решение Сельско</w:t>
      </w:r>
      <w:r>
        <w:rPr>
          <w:b w:val="0"/>
          <w:szCs w:val="28"/>
        </w:rPr>
        <w:t>й  Думы сельского  поселения  «д</w:t>
      </w:r>
      <w:r w:rsidRPr="006F7D89">
        <w:rPr>
          <w:b w:val="0"/>
          <w:szCs w:val="28"/>
        </w:rPr>
        <w:t>еревня Рябцево» от 26.11.2018  №  21  «О передаче МР  «Малоярославецкий район» части полномочий по решению вопросов местного значения сельского поселен</w:t>
      </w:r>
      <w:r>
        <w:rPr>
          <w:b w:val="0"/>
          <w:szCs w:val="28"/>
        </w:rPr>
        <w:t>ия «деревня Рябцево» изложив п.1, п.2,</w:t>
      </w:r>
      <w:r w:rsidRPr="006F7D89">
        <w:rPr>
          <w:b w:val="0"/>
          <w:szCs w:val="28"/>
        </w:rPr>
        <w:t xml:space="preserve"> п</w:t>
      </w:r>
      <w:r>
        <w:rPr>
          <w:b w:val="0"/>
          <w:szCs w:val="28"/>
        </w:rPr>
        <w:t>.</w:t>
      </w:r>
      <w:r w:rsidRPr="006F7D89">
        <w:rPr>
          <w:b w:val="0"/>
          <w:szCs w:val="28"/>
        </w:rPr>
        <w:t>3</w:t>
      </w:r>
      <w:r>
        <w:rPr>
          <w:b w:val="0"/>
          <w:szCs w:val="28"/>
        </w:rPr>
        <w:t xml:space="preserve">,  </w:t>
      </w:r>
      <w:r w:rsidRPr="006F7D89">
        <w:rPr>
          <w:b w:val="0"/>
          <w:szCs w:val="28"/>
        </w:rPr>
        <w:t xml:space="preserve"> Решения в следующей редакции: </w:t>
      </w:r>
    </w:p>
    <w:p w:rsidR="0045422F" w:rsidRPr="006F7D89" w:rsidRDefault="0045422F" w:rsidP="006F7D8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7D89">
        <w:rPr>
          <w:rFonts w:ascii="Times New Roman" w:hAnsi="Times New Roman"/>
          <w:sz w:val="28"/>
          <w:szCs w:val="28"/>
        </w:rPr>
        <w:t xml:space="preserve"> 1.Передать муниципальному району «Малоярославецкий район» полномочия сельского поселения «деревня Рябцево»:</w:t>
      </w:r>
      <w:bookmarkStart w:id="0" w:name="_GoBack"/>
      <w:bookmarkEnd w:id="0"/>
      <w:r w:rsidRPr="006F7D89">
        <w:rPr>
          <w:rFonts w:ascii="Times New Roman" w:hAnsi="Times New Roman"/>
          <w:sz w:val="28"/>
          <w:szCs w:val="28"/>
        </w:rPr>
        <w:t xml:space="preserve"> ведение учета доходов бюджета сельского поселения «деревня Рябцево» (далее по тексту – бюджет), источников финансирования дефицита бюджета, расходов бюджета, а также операций, осуществляемых в процессе исполнения бюджета (далее именуется – бюджетный учет) в бухгалтерии, входящий в структуру.</w:t>
      </w:r>
    </w:p>
    <w:p w:rsidR="0045422F" w:rsidRPr="006F7D89" w:rsidRDefault="0045422F" w:rsidP="006F7D8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7D89">
        <w:rPr>
          <w:rFonts w:ascii="Times New Roman" w:hAnsi="Times New Roman"/>
          <w:sz w:val="28"/>
          <w:szCs w:val="28"/>
        </w:rPr>
        <w:t>2.Администрации сельского поселения «деревня Рябцево» заключить с муниципальным районом «Малоярославецкий район» Соглашение  «О  ведении бюджетного учета»</w:t>
      </w:r>
    </w:p>
    <w:p w:rsidR="0045422F" w:rsidRPr="006F7D89" w:rsidRDefault="0045422F" w:rsidP="006F7D89">
      <w:pPr>
        <w:jc w:val="both"/>
        <w:rPr>
          <w:rFonts w:ascii="Times New Roman" w:hAnsi="Times New Roman"/>
          <w:sz w:val="28"/>
          <w:szCs w:val="28"/>
        </w:rPr>
      </w:pPr>
      <w:r w:rsidRPr="006F7D89">
        <w:rPr>
          <w:rFonts w:ascii="Times New Roman" w:hAnsi="Times New Roman"/>
          <w:sz w:val="28"/>
          <w:szCs w:val="28"/>
        </w:rPr>
        <w:t>3.Настоящее Решение вступает в  законную силу с момента его подписания и распространяется на правоотношения, возникшие с 01.01.2019 г.</w:t>
      </w:r>
    </w:p>
    <w:p w:rsidR="0045422F" w:rsidRPr="004537E4" w:rsidRDefault="0045422F" w:rsidP="00F07293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:rsidR="0045422F" w:rsidRPr="004537E4" w:rsidRDefault="0045422F" w:rsidP="00F07293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:rsidR="0045422F" w:rsidRPr="00FB0EE8" w:rsidRDefault="0045422F" w:rsidP="00106E5F">
      <w:pPr>
        <w:spacing w:after="0"/>
        <w:rPr>
          <w:rFonts w:ascii="Times New Roman" w:hAnsi="Times New Roman"/>
          <w:b/>
          <w:sz w:val="28"/>
          <w:szCs w:val="28"/>
        </w:rPr>
      </w:pPr>
      <w:r w:rsidRPr="00FB0EE8">
        <w:rPr>
          <w:rFonts w:ascii="Times New Roman" w:hAnsi="Times New Roman"/>
          <w:b/>
          <w:sz w:val="28"/>
          <w:szCs w:val="28"/>
        </w:rPr>
        <w:t>Глава сельского поселения</w:t>
      </w:r>
    </w:p>
    <w:p w:rsidR="0045422F" w:rsidRPr="00FB0EE8" w:rsidRDefault="0045422F" w:rsidP="00FB0EE8">
      <w:pPr>
        <w:spacing w:after="0"/>
        <w:rPr>
          <w:rFonts w:ascii="Times New Roman" w:hAnsi="Times New Roman"/>
          <w:b/>
          <w:sz w:val="28"/>
          <w:szCs w:val="28"/>
        </w:rPr>
      </w:pPr>
      <w:r w:rsidRPr="00FB0EE8">
        <w:rPr>
          <w:rFonts w:ascii="Times New Roman" w:hAnsi="Times New Roman"/>
          <w:b/>
          <w:sz w:val="28"/>
          <w:szCs w:val="28"/>
        </w:rPr>
        <w:t>«деревня Рябцево»</w:t>
      </w:r>
      <w:r w:rsidRPr="00FB0EE8">
        <w:rPr>
          <w:rFonts w:ascii="Times New Roman" w:hAnsi="Times New Roman"/>
          <w:b/>
          <w:sz w:val="28"/>
          <w:szCs w:val="28"/>
        </w:rPr>
        <w:tab/>
      </w:r>
      <w:r w:rsidRPr="00FB0EE8">
        <w:rPr>
          <w:rFonts w:ascii="Times New Roman" w:hAnsi="Times New Roman"/>
          <w:b/>
          <w:sz w:val="28"/>
          <w:szCs w:val="28"/>
        </w:rPr>
        <w:tab/>
      </w:r>
      <w:r w:rsidRPr="00FB0EE8">
        <w:rPr>
          <w:rFonts w:ascii="Times New Roman" w:hAnsi="Times New Roman"/>
          <w:b/>
          <w:sz w:val="28"/>
          <w:szCs w:val="28"/>
        </w:rPr>
        <w:tab/>
      </w:r>
      <w:r w:rsidRPr="00FB0EE8">
        <w:rPr>
          <w:rFonts w:ascii="Times New Roman" w:hAnsi="Times New Roman"/>
          <w:b/>
          <w:sz w:val="28"/>
          <w:szCs w:val="28"/>
        </w:rPr>
        <w:tab/>
      </w:r>
      <w:r w:rsidRPr="00FB0EE8">
        <w:rPr>
          <w:rFonts w:ascii="Times New Roman" w:hAnsi="Times New Roman"/>
          <w:b/>
          <w:sz w:val="28"/>
          <w:szCs w:val="28"/>
        </w:rPr>
        <w:tab/>
        <w:t xml:space="preserve">                    </w:t>
      </w:r>
      <w:r w:rsidRPr="00FB0EE8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Е.В.Федюкова</w:t>
      </w:r>
    </w:p>
    <w:sectPr w:rsidR="0045422F" w:rsidRPr="00FB0EE8" w:rsidSect="00F0729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293"/>
    <w:rsid w:val="00012AD9"/>
    <w:rsid w:val="000926B9"/>
    <w:rsid w:val="000973A0"/>
    <w:rsid w:val="00106E5F"/>
    <w:rsid w:val="00183E44"/>
    <w:rsid w:val="00192244"/>
    <w:rsid w:val="001A7E93"/>
    <w:rsid w:val="001B3F7B"/>
    <w:rsid w:val="001C318A"/>
    <w:rsid w:val="001C4FD2"/>
    <w:rsid w:val="00200490"/>
    <w:rsid w:val="00261345"/>
    <w:rsid w:val="002911E6"/>
    <w:rsid w:val="003407D8"/>
    <w:rsid w:val="00350A8F"/>
    <w:rsid w:val="00353EFD"/>
    <w:rsid w:val="0035799B"/>
    <w:rsid w:val="00387711"/>
    <w:rsid w:val="003A47BD"/>
    <w:rsid w:val="003A71AB"/>
    <w:rsid w:val="003C20E4"/>
    <w:rsid w:val="004303CF"/>
    <w:rsid w:val="00453040"/>
    <w:rsid w:val="004537E4"/>
    <w:rsid w:val="0045422F"/>
    <w:rsid w:val="004C6B64"/>
    <w:rsid w:val="005546F4"/>
    <w:rsid w:val="006346C6"/>
    <w:rsid w:val="006F7D89"/>
    <w:rsid w:val="00771143"/>
    <w:rsid w:val="00891FC4"/>
    <w:rsid w:val="00963EDC"/>
    <w:rsid w:val="00983006"/>
    <w:rsid w:val="009F7D30"/>
    <w:rsid w:val="00A91AF6"/>
    <w:rsid w:val="00B41B55"/>
    <w:rsid w:val="00B74893"/>
    <w:rsid w:val="00C0755A"/>
    <w:rsid w:val="00C67179"/>
    <w:rsid w:val="00C93D13"/>
    <w:rsid w:val="00D307BA"/>
    <w:rsid w:val="00DF2E91"/>
    <w:rsid w:val="00E2197E"/>
    <w:rsid w:val="00E76431"/>
    <w:rsid w:val="00EA4B96"/>
    <w:rsid w:val="00F07293"/>
    <w:rsid w:val="00F636A5"/>
    <w:rsid w:val="00FB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17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A71AB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A71AB"/>
    <w:rPr>
      <w:rFonts w:ascii="Times New Roman" w:hAnsi="Times New Roman" w:cs="Times New Roman"/>
      <w:b/>
      <w:sz w:val="20"/>
      <w:szCs w:val="20"/>
    </w:rPr>
  </w:style>
  <w:style w:type="paragraph" w:styleId="NormalWeb">
    <w:name w:val="Normal (Web)"/>
    <w:basedOn w:val="Normal"/>
    <w:uiPriority w:val="99"/>
    <w:rsid w:val="003A71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B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0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8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1</Pages>
  <Words>301</Words>
  <Characters>1718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Бухгалтер</cp:lastModifiedBy>
  <cp:revision>6</cp:revision>
  <cp:lastPrinted>2019-07-30T09:51:00Z</cp:lastPrinted>
  <dcterms:created xsi:type="dcterms:W3CDTF">2019-07-30T09:16:00Z</dcterms:created>
  <dcterms:modified xsi:type="dcterms:W3CDTF">2019-08-01T07:54:00Z</dcterms:modified>
</cp:coreProperties>
</file>