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F4" w:rsidRDefault="004D35F4" w:rsidP="00C9042F">
      <w:pPr>
        <w:tabs>
          <w:tab w:val="left" w:pos="46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D35F4" w:rsidRPr="00C9042F" w:rsidRDefault="004D35F4" w:rsidP="00C9042F">
      <w:pPr>
        <w:tabs>
          <w:tab w:val="left" w:pos="466"/>
        </w:tabs>
        <w:jc w:val="center"/>
        <w:rPr>
          <w:rFonts w:ascii="Times New Roman" w:hAnsi="Times New Roman"/>
          <w:b/>
          <w:sz w:val="28"/>
          <w:szCs w:val="28"/>
        </w:rPr>
      </w:pPr>
      <w:r w:rsidRPr="00C9042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D35F4" w:rsidRPr="00C9042F" w:rsidRDefault="004D35F4" w:rsidP="00C9042F">
      <w:pPr>
        <w:tabs>
          <w:tab w:val="left" w:pos="466"/>
        </w:tabs>
        <w:jc w:val="center"/>
        <w:rPr>
          <w:rFonts w:ascii="Times New Roman" w:hAnsi="Times New Roman"/>
          <w:b/>
          <w:sz w:val="28"/>
          <w:szCs w:val="28"/>
        </w:rPr>
      </w:pPr>
      <w:r w:rsidRPr="00C9042F">
        <w:rPr>
          <w:rFonts w:ascii="Times New Roman" w:hAnsi="Times New Roman"/>
          <w:b/>
          <w:sz w:val="28"/>
          <w:szCs w:val="28"/>
        </w:rPr>
        <w:t>КАЛУЖСКАЯ  ОБЛАСТЬ</w:t>
      </w:r>
    </w:p>
    <w:p w:rsidR="004D35F4" w:rsidRPr="00C9042F" w:rsidRDefault="004D35F4" w:rsidP="00C9042F">
      <w:pPr>
        <w:jc w:val="center"/>
        <w:rPr>
          <w:rFonts w:ascii="Times New Roman" w:hAnsi="Times New Roman"/>
          <w:b/>
          <w:sz w:val="28"/>
          <w:szCs w:val="28"/>
        </w:rPr>
      </w:pPr>
      <w:r w:rsidRPr="00C9042F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4D35F4" w:rsidRPr="00C9042F" w:rsidRDefault="004D35F4" w:rsidP="00C9042F">
      <w:pPr>
        <w:pStyle w:val="Heading1"/>
        <w:rPr>
          <w:rFonts w:ascii="Times New Roman" w:hAnsi="Times New Roman" w:cs="Times New Roman"/>
          <w:bCs w:val="0"/>
          <w:sz w:val="28"/>
          <w:szCs w:val="28"/>
        </w:rPr>
      </w:pPr>
      <w:r w:rsidRPr="00C9042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9042F">
        <w:rPr>
          <w:rFonts w:ascii="Times New Roman" w:hAnsi="Times New Roman" w:cs="Times New Roman"/>
          <w:bCs w:val="0"/>
          <w:sz w:val="28"/>
          <w:szCs w:val="28"/>
        </w:rPr>
        <w:t>СЕЛЬСКОГО ПОСЕЛЕНИЯ</w:t>
      </w:r>
    </w:p>
    <w:p w:rsidR="004D35F4" w:rsidRPr="003D05AD" w:rsidRDefault="004D35F4" w:rsidP="003D05AD">
      <w:pPr>
        <w:pStyle w:val="Heading1"/>
        <w:rPr>
          <w:rFonts w:ascii="Times New Roman" w:hAnsi="Times New Roman" w:cs="Times New Roman"/>
        </w:rPr>
      </w:pPr>
      <w:r w:rsidRPr="003D05AD">
        <w:rPr>
          <w:rFonts w:ascii="Times New Roman" w:hAnsi="Times New Roman" w:cs="Times New Roman"/>
        </w:rPr>
        <w:t xml:space="preserve"> «ДЕРЕВНЯ РЯБЦЕВО»</w:t>
      </w:r>
    </w:p>
    <w:p w:rsidR="004D35F4" w:rsidRPr="003D05AD" w:rsidRDefault="004D35F4" w:rsidP="003D05AD">
      <w:pPr>
        <w:pStyle w:val="Heading1"/>
        <w:rPr>
          <w:rFonts w:ascii="Times New Roman" w:hAnsi="Times New Roman" w:cs="Times New Roman"/>
        </w:rPr>
      </w:pPr>
    </w:p>
    <w:p w:rsidR="004D35F4" w:rsidRPr="003D05AD" w:rsidRDefault="004D35F4" w:rsidP="003D05AD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3D05AD">
        <w:rPr>
          <w:rFonts w:ascii="Times New Roman" w:hAnsi="Times New Roman" w:cs="Times New Roman"/>
        </w:rPr>
        <w:t xml:space="preserve"> ПОСТАНОВЛЕНИЕ</w:t>
      </w:r>
    </w:p>
    <w:p w:rsidR="004D35F4" w:rsidRPr="001C4B69" w:rsidRDefault="004D35F4" w:rsidP="001C4B69">
      <w:pPr>
        <w:pStyle w:val="Title"/>
      </w:pPr>
    </w:p>
    <w:p w:rsidR="004D35F4" w:rsidRPr="001C4B69" w:rsidRDefault="004D35F4" w:rsidP="001C4B69">
      <w:pPr>
        <w:pStyle w:val="Title"/>
        <w:rPr>
          <w:u w:val="single"/>
        </w:rPr>
      </w:pPr>
      <w:r w:rsidRPr="001C4B69">
        <w:t xml:space="preserve">   От </w:t>
      </w:r>
      <w:r>
        <w:t xml:space="preserve"> 19.03.</w:t>
      </w:r>
      <w:r w:rsidRPr="001C4B69">
        <w:rPr>
          <w:u w:val="single"/>
        </w:rPr>
        <w:t xml:space="preserve"> </w:t>
      </w:r>
      <w:r w:rsidRPr="003D05AD">
        <w:t xml:space="preserve">2018 года                                                                           </w:t>
      </w:r>
      <w:r w:rsidRPr="001C4B69">
        <w:t xml:space="preserve">№ </w:t>
      </w:r>
      <w:r>
        <w:t xml:space="preserve">6  </w:t>
      </w:r>
    </w:p>
    <w:p w:rsidR="004D35F4" w:rsidRPr="00635850" w:rsidRDefault="004D35F4" w:rsidP="00F05D37">
      <w:pPr>
        <w:pStyle w:val="Title"/>
        <w:rPr>
          <w:sz w:val="28"/>
          <w:szCs w:val="28"/>
        </w:rPr>
      </w:pP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>«Об утверждении Порядка уведомления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муниципальными служащими Администрации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</w:rPr>
        <w:t xml:space="preserve"> «деревня Рябцево»</w:t>
      </w:r>
      <w:r w:rsidRPr="003C71D4">
        <w:rPr>
          <w:rFonts w:ascii="Times New Roman" w:hAnsi="Times New Roman" w:cs="Times New Roman"/>
          <w:color w:val="000000"/>
        </w:rPr>
        <w:t xml:space="preserve">  о возникшем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конфликте интересов или о возможности его 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возникновения, о личной заинтересованности 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при исполнении должностных обязанностей, </w:t>
      </w:r>
    </w:p>
    <w:p w:rsidR="004D35F4" w:rsidRPr="003C71D4" w:rsidRDefault="004D35F4" w:rsidP="003C71D4">
      <w:pPr>
        <w:pStyle w:val="Heading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>которая может привести  к конфликту интересов»</w:t>
      </w:r>
    </w:p>
    <w:p w:rsidR="004D35F4" w:rsidRDefault="004D35F4" w:rsidP="003C71D4">
      <w:pPr>
        <w:spacing w:after="0" w:line="240" w:lineRule="auto"/>
        <w:rPr>
          <w:rFonts w:ascii="Times New Roman" w:hAnsi="Times New Roman"/>
        </w:rPr>
      </w:pPr>
    </w:p>
    <w:p w:rsidR="004D35F4" w:rsidRPr="003D05AD" w:rsidRDefault="004D35F4" w:rsidP="00C9042F">
      <w:pPr>
        <w:jc w:val="both"/>
        <w:rPr>
          <w:rFonts w:ascii="Times New Roman" w:hAnsi="Times New Roman"/>
          <w:sz w:val="24"/>
          <w:szCs w:val="24"/>
        </w:rPr>
      </w:pPr>
      <w:r w:rsidRPr="003D05AD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6" w:history="1">
        <w:r w:rsidRPr="003D05AD">
          <w:rPr>
            <w:rStyle w:val="Hyperlink"/>
            <w:rFonts w:ascii="Times New Roman" w:hAnsi="Times New Roman"/>
            <w:sz w:val="24"/>
            <w:szCs w:val="24"/>
          </w:rPr>
          <w:t>garantf1://12052272.112/</w:t>
        </w:r>
      </w:hyperlink>
      <w:r w:rsidRPr="003D05AD">
        <w:rPr>
          <w:rFonts w:ascii="Times New Roman" w:hAnsi="Times New Roman"/>
          <w:sz w:val="24"/>
          <w:szCs w:val="24"/>
        </w:rPr>
        <w:t xml:space="preserve">федеральными законами от 02 марта 2007 года № 25-ФЗ «О муниципальной службе в Российской Федерации», </w:t>
      </w:r>
      <w:hyperlink r:id="rId7" w:history="1">
        <w:r w:rsidRPr="003D05AD">
          <w:rPr>
            <w:rFonts w:ascii="Times New Roman" w:hAnsi="Times New Roman"/>
            <w:sz w:val="24"/>
            <w:szCs w:val="24"/>
          </w:rPr>
          <w:t>25 декабря 2008 года № 273-ФЗ</w:t>
        </w:r>
      </w:hyperlink>
      <w:r w:rsidRPr="003D05AD">
        <w:rPr>
          <w:rFonts w:ascii="Times New Roman" w:hAnsi="Times New Roman"/>
          <w:sz w:val="24"/>
          <w:szCs w:val="24"/>
        </w:rPr>
        <w:t xml:space="preserve"> «О противодействии коррупции», на основании Устава муниципального образования администрация сельского поселения «деревня Рябцево» ПОСТАНОВЛЯЕТ:</w:t>
      </w:r>
    </w:p>
    <w:p w:rsidR="004D35F4" w:rsidRPr="003D05AD" w:rsidRDefault="004D35F4" w:rsidP="00C9042F">
      <w:pPr>
        <w:jc w:val="both"/>
        <w:rPr>
          <w:rFonts w:ascii="Times New Roman" w:hAnsi="Times New Roman"/>
          <w:sz w:val="24"/>
          <w:szCs w:val="24"/>
        </w:rPr>
      </w:pPr>
      <w:r w:rsidRPr="003D05AD">
        <w:rPr>
          <w:rFonts w:ascii="Times New Roman" w:hAnsi="Times New Roman"/>
          <w:sz w:val="24"/>
          <w:szCs w:val="24"/>
        </w:rPr>
        <w:t xml:space="preserve"> 1. Утвердить прилагаемый Порядок уведомления муниципальными служащими Администрации сельского поселения «деревня Рябцево»</w:t>
      </w:r>
      <w:r w:rsidRPr="003D05AD">
        <w:rPr>
          <w:rFonts w:ascii="Times New Roman" w:hAnsi="Times New Roman"/>
          <w:bCs/>
          <w:sz w:val="24"/>
          <w:szCs w:val="24"/>
        </w:rPr>
        <w:t xml:space="preserve"> </w:t>
      </w:r>
      <w:r w:rsidRPr="003D05AD">
        <w:rPr>
          <w:rFonts w:ascii="Times New Roman" w:hAnsi="Times New Roman"/>
          <w:sz w:val="24"/>
          <w:szCs w:val="24"/>
        </w:rPr>
        <w:t>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интересов.</w:t>
      </w:r>
    </w:p>
    <w:p w:rsidR="004D35F4" w:rsidRPr="003D05AD" w:rsidRDefault="004D35F4" w:rsidP="003C71D4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3D05AD">
        <w:rPr>
          <w:rFonts w:ascii="Times New Roman" w:hAnsi="Times New Roman"/>
          <w:sz w:val="24"/>
          <w:szCs w:val="24"/>
        </w:rPr>
        <w:t xml:space="preserve">        2. Ведущему специалисту ознакомить муниципальных служащих с настоящим постановлением под роспись.</w:t>
      </w:r>
    </w:p>
    <w:p w:rsidR="004D35F4" w:rsidRPr="003D05AD" w:rsidRDefault="004D35F4" w:rsidP="003C7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AD">
        <w:rPr>
          <w:rFonts w:ascii="Times New Roman" w:hAnsi="Times New Roman"/>
          <w:sz w:val="24"/>
          <w:szCs w:val="24"/>
        </w:rPr>
        <w:t xml:space="preserve">        3. Настоящее постановление вступает в силу с момента подписания и подлежит обязательному размещению на сайте администрации сельского поселения «деревня Рябцево» .</w:t>
      </w:r>
    </w:p>
    <w:p w:rsidR="004D35F4" w:rsidRPr="003D05AD" w:rsidRDefault="004D35F4" w:rsidP="003C71D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D05AD">
        <w:rPr>
          <w:rFonts w:ascii="Times New Roman" w:hAnsi="Times New Roman"/>
          <w:sz w:val="24"/>
          <w:szCs w:val="24"/>
        </w:rPr>
        <w:t xml:space="preserve">        4. Контроль за исполнением настоящего постановления оставляю за собой.</w:t>
      </w:r>
    </w:p>
    <w:p w:rsidR="004D35F4" w:rsidRPr="00C9042F" w:rsidRDefault="004D35F4" w:rsidP="003C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35F4" w:rsidRDefault="004D35F4" w:rsidP="006919A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Pr="001C4B69" w:rsidRDefault="004D35F4" w:rsidP="006919A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Глава администрации </w:t>
      </w:r>
      <w:r w:rsidRPr="001C4B69">
        <w:rPr>
          <w:rFonts w:ascii="Times New Roman" w:hAnsi="Times New Roman"/>
          <w:b/>
          <w:sz w:val="26"/>
          <w:szCs w:val="26"/>
        </w:rPr>
        <w:t xml:space="preserve">сельского </w:t>
      </w: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1C4B69">
        <w:rPr>
          <w:rFonts w:ascii="Times New Roman" w:hAnsi="Times New Roman"/>
          <w:b/>
          <w:sz w:val="26"/>
          <w:szCs w:val="26"/>
        </w:rPr>
        <w:t>поселения «</w:t>
      </w:r>
      <w:r>
        <w:rPr>
          <w:rFonts w:ascii="Times New Roman" w:hAnsi="Times New Roman"/>
          <w:b/>
          <w:sz w:val="26"/>
          <w:szCs w:val="26"/>
        </w:rPr>
        <w:t>деревня Рябцево</w:t>
      </w:r>
      <w:r w:rsidRPr="001C4B69"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В.А. Карнюшкина</w:t>
      </w: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D35F4" w:rsidRDefault="004D35F4" w:rsidP="000379C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9889" w:type="dxa"/>
        <w:tblLook w:val="01E0"/>
      </w:tblPr>
      <w:tblGrid>
        <w:gridCol w:w="4644"/>
        <w:gridCol w:w="5245"/>
      </w:tblGrid>
      <w:tr w:rsidR="004D35F4" w:rsidRPr="00EA386A" w:rsidTr="00E32075">
        <w:tc>
          <w:tcPr>
            <w:tcW w:w="4644" w:type="dxa"/>
          </w:tcPr>
          <w:p w:rsidR="004D35F4" w:rsidRPr="00EA386A" w:rsidRDefault="004D35F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245" w:type="dxa"/>
          </w:tcPr>
          <w:p w:rsidR="004D35F4" w:rsidRPr="00EA386A" w:rsidRDefault="004D35F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4D35F4" w:rsidRPr="00EA386A" w:rsidRDefault="004D35F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A38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УТВЕРЖДЕН</w:t>
            </w:r>
          </w:p>
          <w:p w:rsidR="004D35F4" w:rsidRPr="00EA386A" w:rsidRDefault="004D35F4" w:rsidP="00E32075">
            <w:pPr>
              <w:spacing w:after="108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EA38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остановлением Администрации </w:t>
            </w:r>
            <w:r w:rsidRPr="00EA386A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деревня Рябцево</w:t>
            </w:r>
            <w:r w:rsidRPr="00EA38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4D35F4" w:rsidRPr="00EA386A" w:rsidRDefault="004D35F4" w:rsidP="003C71D4">
            <w:pPr>
              <w:spacing w:after="108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38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19.03.2</w:t>
            </w:r>
            <w:r w:rsidRPr="00EA38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018г. года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</w:tbl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Pr="00F71E6F" w:rsidRDefault="004D35F4" w:rsidP="003C71D4">
      <w:pPr>
        <w:tabs>
          <w:tab w:val="left" w:pos="2552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1E6F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</w:p>
    <w:p w:rsidR="004D35F4" w:rsidRPr="00384670" w:rsidRDefault="004D35F4" w:rsidP="003C71D4">
      <w:pPr>
        <w:pStyle w:val="Heading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84670">
        <w:rPr>
          <w:rFonts w:ascii="Times New Roman" w:hAnsi="Times New Roman" w:cs="Times New Roman"/>
          <w:color w:val="000000"/>
          <w:sz w:val="28"/>
          <w:szCs w:val="28"/>
        </w:rPr>
        <w:t>уведом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муниципальными служащими А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«деревня Рябцево» 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к конфликту интересов</w:t>
      </w:r>
    </w:p>
    <w:p w:rsidR="004D35F4" w:rsidRPr="00FD0932" w:rsidRDefault="004D35F4" w:rsidP="003C71D4">
      <w:pPr>
        <w:tabs>
          <w:tab w:val="left" w:pos="2552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D35F4" w:rsidRPr="00384670" w:rsidRDefault="004D35F4" w:rsidP="003C71D4">
      <w:pPr>
        <w:pStyle w:val="Heading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sub_11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 Настоящий Порядок уведомления муниципальными служащими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дминистрации 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сельского поселения «</w:t>
      </w:r>
      <w:r>
        <w:rPr>
          <w:rFonts w:ascii="Times New Roman" w:hAnsi="Times New Roman"/>
          <w:b w:val="0"/>
          <w:color w:val="000000"/>
          <w:sz w:val="28"/>
          <w:szCs w:val="28"/>
        </w:rPr>
        <w:t>деревня Рябцево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»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  (далее – Порядок) устанавливает процедуру уведомления муниципальными служащими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дминистрации 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сельского поселения «</w:t>
      </w:r>
      <w:r>
        <w:rPr>
          <w:rFonts w:ascii="Times New Roman" w:hAnsi="Times New Roman"/>
          <w:b w:val="0"/>
          <w:color w:val="000000"/>
          <w:sz w:val="28"/>
          <w:szCs w:val="28"/>
        </w:rPr>
        <w:t>деревня Рябцево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(далее – муниципальные служащие)  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4D35F4" w:rsidRPr="00617382" w:rsidRDefault="004D35F4" w:rsidP="003C71D4">
      <w:pPr>
        <w:pStyle w:val="Heading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2. Основные поня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тия, используемые в настоящем Порядке 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применяются в значении, определенном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ф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едеральным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ами от 2 марта 2007 года №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25-Ф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 «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муниципальной службе в Российской Федер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hyperlink r:id="rId8" w:history="1">
        <w:r w:rsidRPr="007763CE">
          <w:rPr>
            <w:rFonts w:ascii="Times New Roman" w:hAnsi="Times New Roman" w:cs="Times New Roman"/>
            <w:b w:val="0"/>
            <w:bCs w:val="0"/>
            <w:color w:val="000000"/>
            <w:sz w:val="28"/>
            <w:szCs w:val="28"/>
          </w:rPr>
          <w:t> 25 декабря 2008 года № 273-ФЗ</w:t>
        </w:r>
      </w:hyperlink>
      <w:r w:rsidRPr="007763C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«О противодействии коррупции»,</w:t>
      </w:r>
    </w:p>
    <w:p w:rsidR="004D35F4" w:rsidRPr="00536FC2" w:rsidRDefault="004D35F4" w:rsidP="003C71D4">
      <w:pPr>
        <w:pStyle w:val="formattexttopleveltext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FC2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служащие уведомляют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в письменной форме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 xml:space="preserve"> своего непосредственного начальника о возникшем конфликте интересов или о возможности его возникновения, о личной заинтересованности при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сполнении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>должностных обязан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ностей, которая может привести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>к конфликту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35F4" w:rsidRPr="00FD0932" w:rsidRDefault="004D35F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sub_12"/>
      <w:bookmarkEnd w:id="0"/>
      <w:r>
        <w:rPr>
          <w:rFonts w:ascii="Times New Roman" w:hAnsi="Times New Roman"/>
          <w:color w:val="000000"/>
          <w:sz w:val="28"/>
          <w:szCs w:val="28"/>
        </w:rPr>
        <w:t>4</w:t>
      </w:r>
      <w:r w:rsidRPr="00536FC2">
        <w:rPr>
          <w:rFonts w:ascii="Times New Roman" w:hAnsi="Times New Roman"/>
          <w:color w:val="000000"/>
          <w:sz w:val="28"/>
          <w:szCs w:val="28"/>
        </w:rPr>
        <w:t xml:space="preserve">. Уведомление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6FC2">
        <w:rPr>
          <w:rFonts w:ascii="Times New Roman" w:hAnsi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</w:t>
      </w:r>
      <w:r>
        <w:rPr>
          <w:rFonts w:ascii="Times New Roman" w:hAnsi="Times New Roman"/>
          <w:color w:val="000000"/>
          <w:sz w:val="28"/>
          <w:szCs w:val="28"/>
        </w:rPr>
        <w:t xml:space="preserve">нтересованности при исполнении </w:t>
      </w:r>
      <w:r w:rsidRPr="00536FC2">
        <w:rPr>
          <w:rFonts w:ascii="Times New Roman" w:hAnsi="Times New Roman"/>
          <w:color w:val="000000"/>
          <w:sz w:val="28"/>
          <w:szCs w:val="28"/>
        </w:rPr>
        <w:t>должностных обязанностей, котор</w:t>
      </w:r>
      <w:r>
        <w:rPr>
          <w:rFonts w:ascii="Times New Roman" w:hAnsi="Times New Roman"/>
          <w:color w:val="000000"/>
          <w:sz w:val="28"/>
          <w:szCs w:val="28"/>
        </w:rPr>
        <w:t xml:space="preserve">ая может привести </w:t>
      </w:r>
      <w:r w:rsidRPr="00536FC2">
        <w:rPr>
          <w:rFonts w:ascii="Times New Roman" w:hAnsi="Times New Roman"/>
          <w:color w:val="000000"/>
          <w:sz w:val="28"/>
          <w:szCs w:val="28"/>
        </w:rPr>
        <w:t>к конфликту интересов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(далее - уведомление) составляется муниципальным служащим по форме согласно </w:t>
      </w:r>
      <w:hyperlink w:anchor="sub_100" w:history="1">
        <w:r w:rsidRPr="00630856">
          <w:rPr>
            <w:rStyle w:val="a0"/>
            <w:rFonts w:ascii="Times New Roman" w:hAnsi="Times New Roman"/>
            <w:color w:val="000000"/>
            <w:sz w:val="28"/>
            <w:szCs w:val="28"/>
          </w:rPr>
          <w:t>приложению № 1</w:t>
        </w:r>
      </w:hyperlink>
      <w:r w:rsidRPr="00FD0932">
        <w:rPr>
          <w:rFonts w:ascii="Times New Roman" w:hAnsi="Times New Roman"/>
          <w:color w:val="000000"/>
          <w:sz w:val="28"/>
          <w:szCs w:val="28"/>
        </w:rPr>
        <w:t xml:space="preserve"> к настоящему </w:t>
      </w:r>
      <w:r>
        <w:rPr>
          <w:rFonts w:ascii="Times New Roman" w:hAnsi="Times New Roman"/>
          <w:color w:val="000000"/>
          <w:sz w:val="28"/>
          <w:szCs w:val="28"/>
        </w:rPr>
        <w:t>Порядку</w:t>
      </w:r>
      <w:r w:rsidRPr="00FD0932">
        <w:rPr>
          <w:rFonts w:ascii="Times New Roman" w:hAnsi="Times New Roman"/>
          <w:color w:val="000000"/>
          <w:sz w:val="28"/>
          <w:szCs w:val="28"/>
        </w:rPr>
        <w:t>.</w:t>
      </w:r>
    </w:p>
    <w:p w:rsidR="004D35F4" w:rsidRPr="002759F9" w:rsidRDefault="004D35F4" w:rsidP="003C71D4">
      <w:pPr>
        <w:jc w:val="both"/>
      </w:pPr>
      <w:bookmarkStart w:id="2" w:name="sub_13"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        5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. </w:t>
      </w:r>
      <w:bookmarkStart w:id="3" w:name="sub_14"/>
      <w:bookmarkEnd w:id="2"/>
      <w:r w:rsidRPr="00FD0932">
        <w:rPr>
          <w:rFonts w:ascii="Times New Roman" w:hAnsi="Times New Roman"/>
          <w:color w:val="000000"/>
          <w:sz w:val="28"/>
          <w:szCs w:val="28"/>
        </w:rPr>
        <w:t xml:space="preserve">Регистрация уведомлений осуществляется </w:t>
      </w:r>
      <w:r>
        <w:rPr>
          <w:rFonts w:ascii="Times New Roman" w:hAnsi="Times New Roman"/>
          <w:color w:val="000000"/>
          <w:sz w:val="28"/>
          <w:szCs w:val="28"/>
        </w:rPr>
        <w:t xml:space="preserve">специалистом по кадровой  работе 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3C71D4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>
        <w:rPr>
          <w:rFonts w:ascii="Times New Roman" w:hAnsi="Times New Roman"/>
          <w:color w:val="000000"/>
          <w:sz w:val="28"/>
          <w:szCs w:val="28"/>
        </w:rPr>
        <w:t>деревня Рябцево</w:t>
      </w:r>
      <w:r w:rsidRPr="003C71D4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в день их поступления в журнале регистрации уведомлений </w:t>
      </w:r>
      <w:r w:rsidRPr="00536FC2">
        <w:rPr>
          <w:rFonts w:ascii="Times New Roman" w:hAnsi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</w:t>
      </w:r>
      <w:r>
        <w:rPr>
          <w:rFonts w:ascii="Times New Roman" w:hAnsi="Times New Roman"/>
          <w:color w:val="000000"/>
          <w:sz w:val="28"/>
          <w:szCs w:val="28"/>
        </w:rPr>
        <w:t xml:space="preserve">нтересованности при исполнении </w:t>
      </w:r>
      <w:r w:rsidRPr="00536FC2">
        <w:rPr>
          <w:rFonts w:ascii="Times New Roman" w:hAnsi="Times New Roman"/>
          <w:color w:val="000000"/>
          <w:sz w:val="28"/>
          <w:szCs w:val="28"/>
        </w:rPr>
        <w:t>должностных обязанностей, которая может привести  к конфликту интересов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(далее - Журнал регистрации), составленном по форме согласно </w:t>
      </w:r>
      <w:hyperlink w:anchor="sub_200" w:history="1">
        <w:r w:rsidRPr="00A63AB0">
          <w:rPr>
            <w:rStyle w:val="a0"/>
            <w:rFonts w:ascii="Times New Roman" w:hAnsi="Times New Roman"/>
            <w:color w:val="000000"/>
            <w:sz w:val="28"/>
            <w:szCs w:val="28"/>
          </w:rPr>
          <w:t>приложению № 2</w:t>
        </w:r>
      </w:hyperlink>
      <w:r w:rsidRPr="00A63AB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к настоящему </w:t>
      </w:r>
      <w:r>
        <w:rPr>
          <w:rFonts w:ascii="Times New Roman" w:hAnsi="Times New Roman"/>
          <w:color w:val="000000"/>
          <w:sz w:val="28"/>
          <w:szCs w:val="28"/>
        </w:rPr>
        <w:t xml:space="preserve"> Порядку</w:t>
      </w:r>
      <w:r w:rsidRPr="00FD0932">
        <w:rPr>
          <w:rFonts w:ascii="Times New Roman" w:hAnsi="Times New Roman"/>
          <w:color w:val="000000"/>
          <w:sz w:val="28"/>
          <w:szCs w:val="28"/>
        </w:rPr>
        <w:t>.</w:t>
      </w:r>
      <w:bookmarkStart w:id="4" w:name="sub_15"/>
      <w:bookmarkEnd w:id="3"/>
    </w:p>
    <w:p w:rsidR="004D35F4" w:rsidRPr="00FD0932" w:rsidRDefault="004D35F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FD0932">
        <w:rPr>
          <w:rFonts w:ascii="Times New Roman" w:hAnsi="Times New Roman"/>
          <w:color w:val="000000"/>
          <w:sz w:val="28"/>
          <w:szCs w:val="28"/>
        </w:rPr>
        <w:t>. Копия зарегистрированного в установленном порядке уведомления вы</w:t>
      </w:r>
      <w:r>
        <w:rPr>
          <w:rFonts w:ascii="Times New Roman" w:hAnsi="Times New Roman"/>
          <w:color w:val="000000"/>
          <w:sz w:val="28"/>
          <w:szCs w:val="28"/>
        </w:rPr>
        <w:t>дается муниципальному служащему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. На копии уведомления, подлежащего передаче муниципальному служащему, ставится отметка </w:t>
      </w:r>
      <w:r>
        <w:rPr>
          <w:rFonts w:ascii="Times New Roman" w:hAnsi="Times New Roman"/>
          <w:color w:val="000000"/>
          <w:sz w:val="28"/>
          <w:szCs w:val="28"/>
        </w:rPr>
        <w:t>«Уведомление зарегистрировано»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4D35F4" w:rsidRPr="003C71D4" w:rsidRDefault="004D35F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sub_16"/>
      <w:bookmarkEnd w:id="4"/>
      <w:r>
        <w:rPr>
          <w:rFonts w:ascii="Times New Roman" w:hAnsi="Times New Roman"/>
          <w:color w:val="000000"/>
          <w:sz w:val="28"/>
          <w:szCs w:val="28"/>
        </w:rPr>
        <w:t>7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. Уведомление приобщается к личному делу муниципального служащего после рассмотрения </w:t>
      </w:r>
      <w:r>
        <w:rPr>
          <w:rFonts w:ascii="Times New Roman" w:hAnsi="Times New Roman"/>
          <w:color w:val="000000"/>
          <w:sz w:val="28"/>
          <w:szCs w:val="28"/>
        </w:rPr>
        <w:t xml:space="preserve">главой администрации </w:t>
      </w:r>
      <w:r w:rsidRPr="003C71D4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>
        <w:rPr>
          <w:rFonts w:ascii="Times New Roman" w:hAnsi="Times New Roman"/>
          <w:color w:val="000000"/>
          <w:sz w:val="28"/>
          <w:szCs w:val="28"/>
        </w:rPr>
        <w:t>деревня Рябцево</w:t>
      </w:r>
      <w:r w:rsidRPr="003C71D4">
        <w:rPr>
          <w:rFonts w:ascii="Times New Roman" w:hAnsi="Times New Roman"/>
          <w:color w:val="000000"/>
          <w:sz w:val="28"/>
          <w:szCs w:val="28"/>
        </w:rPr>
        <w:t>»</w:t>
      </w:r>
    </w:p>
    <w:p w:rsidR="004D35F4" w:rsidRDefault="004D35F4" w:rsidP="003C71D4">
      <w:pPr>
        <w:ind w:firstLine="708"/>
        <w:rPr>
          <w:rFonts w:ascii="Times New Roman" w:hAnsi="Times New Roman"/>
          <w:color w:val="000000"/>
          <w:sz w:val="28"/>
          <w:szCs w:val="28"/>
        </w:rPr>
      </w:pPr>
      <w:bookmarkStart w:id="6" w:name="sub_2"/>
      <w:bookmarkEnd w:id="5"/>
      <w:r>
        <w:rPr>
          <w:rFonts w:ascii="Times New Roman" w:hAnsi="Times New Roman"/>
          <w:color w:val="000000"/>
          <w:sz w:val="28"/>
          <w:szCs w:val="28"/>
        </w:rPr>
        <w:t xml:space="preserve">8. Специалист по кадровой работе 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обеспеч</w:t>
      </w:r>
      <w:r>
        <w:rPr>
          <w:rFonts w:ascii="Times New Roman" w:hAnsi="Times New Roman"/>
          <w:color w:val="000000"/>
          <w:sz w:val="28"/>
          <w:szCs w:val="28"/>
        </w:rPr>
        <w:t>ивает</w:t>
      </w:r>
      <w:r w:rsidRPr="00FD0932">
        <w:rPr>
          <w:rFonts w:ascii="Times New Roman" w:hAnsi="Times New Roman"/>
          <w:color w:val="000000"/>
          <w:sz w:val="28"/>
          <w:szCs w:val="28"/>
        </w:rPr>
        <w:t>:</w:t>
      </w:r>
      <w:bookmarkStart w:id="7" w:name="sub_21"/>
      <w:bookmarkEnd w:id="6"/>
    </w:p>
    <w:p w:rsidR="004D35F4" w:rsidRPr="00FD0932" w:rsidRDefault="004D35F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FD0932">
        <w:rPr>
          <w:rFonts w:ascii="Times New Roman" w:hAnsi="Times New Roman"/>
          <w:color w:val="000000"/>
          <w:sz w:val="28"/>
          <w:szCs w:val="28"/>
        </w:rPr>
        <w:t>.1. Направление в 3-дневный срок с момента поступления уведомлений, представленных муниципальными служащими</w:t>
      </w:r>
      <w:r w:rsidRPr="00E1394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главе администрации </w:t>
      </w:r>
      <w:r w:rsidRPr="00275FFD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>
        <w:rPr>
          <w:rFonts w:ascii="Times New Roman" w:hAnsi="Times New Roman"/>
          <w:color w:val="000000"/>
          <w:sz w:val="28"/>
          <w:szCs w:val="28"/>
        </w:rPr>
        <w:t>деревня Рябцево</w:t>
      </w:r>
      <w:r w:rsidRPr="003C71D4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D35F4" w:rsidRDefault="004D35F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" w:name="sub_22"/>
      <w:bookmarkEnd w:id="7"/>
      <w:r>
        <w:rPr>
          <w:rFonts w:ascii="Times New Roman" w:hAnsi="Times New Roman"/>
          <w:color w:val="000000"/>
          <w:sz w:val="28"/>
          <w:szCs w:val="28"/>
        </w:rPr>
        <w:t>8</w:t>
      </w:r>
      <w:r w:rsidRPr="00FD0932">
        <w:rPr>
          <w:rFonts w:ascii="Times New Roman" w:hAnsi="Times New Roman"/>
          <w:color w:val="000000"/>
          <w:sz w:val="28"/>
          <w:szCs w:val="28"/>
        </w:rPr>
        <w:t>.2. Регистрацию и приобщение уведомлений к личным делам муниципальных служащих.</w:t>
      </w:r>
      <w:bookmarkEnd w:id="8"/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73"/>
        <w:gridCol w:w="4842"/>
      </w:tblGrid>
      <w:tr w:rsidR="004D35F4" w:rsidRPr="00EA386A" w:rsidTr="00E32075">
        <w:tc>
          <w:tcPr>
            <w:tcW w:w="4773" w:type="dxa"/>
          </w:tcPr>
          <w:p w:rsidR="004D35F4" w:rsidRPr="00EA386A" w:rsidRDefault="004D35F4" w:rsidP="00E32075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42" w:type="dxa"/>
          </w:tcPr>
          <w:p w:rsidR="004D35F4" w:rsidRPr="00EA386A" w:rsidRDefault="004D35F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A38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ПРИЛОЖЕНИЕ №1</w:t>
            </w:r>
          </w:p>
          <w:p w:rsidR="004D35F4" w:rsidRPr="00EB2CDD" w:rsidRDefault="004D35F4" w:rsidP="00275FFD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к Порядку уведомления муниципальными служащими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Рябцево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интересов,  утвержденному  постановлением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Рябцево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Pr="00EB2CD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от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         2018 г.</w:t>
            </w:r>
            <w:r w:rsidRPr="00EB2CD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  </w:t>
            </w:r>
          </w:p>
        </w:tc>
      </w:tr>
    </w:tbl>
    <w:p w:rsidR="004D35F4" w:rsidRPr="00FD4F9B" w:rsidRDefault="004D35F4" w:rsidP="003C71D4">
      <w:pPr>
        <w:pStyle w:val="Heading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4928"/>
        <w:gridCol w:w="4961"/>
      </w:tblGrid>
      <w:tr w:rsidR="004D35F4" w:rsidRPr="00EA386A" w:rsidTr="00E32075">
        <w:tc>
          <w:tcPr>
            <w:tcW w:w="4928" w:type="dxa"/>
          </w:tcPr>
          <w:p w:rsidR="004D35F4" w:rsidRPr="00EA386A" w:rsidRDefault="004D35F4" w:rsidP="00E3207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4D35F4" w:rsidRPr="00EA386A" w:rsidRDefault="004D35F4" w:rsidP="00E320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(наименование должности </w:t>
            </w: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________________________________  </w:t>
            </w: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непосредственного начальника)</w:t>
            </w: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4D35F4" w:rsidRPr="00EA386A" w:rsidRDefault="004D35F4" w:rsidP="00E320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386A">
              <w:rPr>
                <w:rFonts w:ascii="Times New Roman" w:hAnsi="Times New Roman"/>
                <w:color w:val="000000"/>
                <w:sz w:val="20"/>
                <w:szCs w:val="20"/>
              </w:rPr>
              <w:t>(Ф.И.О. непосредственного начальника)</w:t>
            </w:r>
          </w:p>
        </w:tc>
      </w:tr>
      <w:tr w:rsidR="004D35F4" w:rsidRPr="00EA386A" w:rsidTr="00E32075">
        <w:tc>
          <w:tcPr>
            <w:tcW w:w="4928" w:type="dxa"/>
          </w:tcPr>
          <w:p w:rsidR="004D35F4" w:rsidRPr="00EA386A" w:rsidRDefault="004D35F4" w:rsidP="00E3207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D35F4" w:rsidRPr="00054166" w:rsidRDefault="004D35F4" w:rsidP="00E32075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от______________________________</w:t>
            </w:r>
          </w:p>
          <w:p w:rsidR="004D35F4" w:rsidRPr="00054166" w:rsidRDefault="004D35F4" w:rsidP="00E32075">
            <w:pPr>
              <w:pStyle w:val="ConsPlusNonformat"/>
              <w:ind w:firstLine="720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              (Ф.И.О.)</w:t>
            </w:r>
          </w:p>
          <w:p w:rsidR="004D35F4" w:rsidRPr="00054166" w:rsidRDefault="004D35F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______________________________________</w:t>
            </w:r>
          </w:p>
          <w:p w:rsidR="004D35F4" w:rsidRPr="00054166" w:rsidRDefault="004D35F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(наименование должности с указанием</w:t>
            </w:r>
          </w:p>
          <w:p w:rsidR="004D35F4" w:rsidRPr="00054166" w:rsidRDefault="004D35F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</w:t>
            </w:r>
          </w:p>
          <w:p w:rsidR="004D35F4" w:rsidRPr="00054166" w:rsidRDefault="004D35F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структурного подразделения, телефон)</w:t>
            </w: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D35F4" w:rsidRPr="00EA386A" w:rsidRDefault="004D35F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D35F4" w:rsidRPr="00FD0932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Pr="00054166" w:rsidRDefault="004D35F4" w:rsidP="003C71D4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  <w:b/>
          <w:bCs/>
          <w:caps/>
          <w:spacing w:val="80"/>
        </w:rPr>
        <w:t>уведомление</w:t>
      </w:r>
    </w:p>
    <w:p w:rsidR="004D35F4" w:rsidRPr="00054166" w:rsidRDefault="004D35F4" w:rsidP="003C71D4">
      <w:pPr>
        <w:pStyle w:val="Heading1"/>
        <w:spacing w:before="0"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54166">
        <w:rPr>
          <w:rFonts w:ascii="Times New Roman" w:hAnsi="Times New Roman" w:cs="Times New Roman"/>
          <w:color w:val="000000"/>
          <w:sz w:val="20"/>
          <w:szCs w:val="20"/>
        </w:rPr>
        <w:t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</w:t>
      </w:r>
    </w:p>
    <w:p w:rsidR="004D35F4" w:rsidRPr="00054166" w:rsidRDefault="004D35F4" w:rsidP="003C71D4">
      <w:pPr>
        <w:spacing w:after="0"/>
        <w:rPr>
          <w:sz w:val="20"/>
          <w:szCs w:val="20"/>
        </w:rPr>
      </w:pPr>
    </w:p>
    <w:p w:rsidR="004D35F4" w:rsidRPr="00054166" w:rsidRDefault="004D35F4" w:rsidP="003C71D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В соответствии со статьями 12, 14.1 Федерального закона от 02 марта 2007 года № 25-ФЗ «О муниципальной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4D35F4" w:rsidRPr="00054166" w:rsidRDefault="004D35F4" w:rsidP="003C71D4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4D35F4" w:rsidRPr="00054166" w:rsidRDefault="004D35F4" w:rsidP="003C71D4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1. ______________________________________________________________________________</w:t>
      </w:r>
    </w:p>
    <w:p w:rsidR="004D35F4" w:rsidRPr="00054166" w:rsidRDefault="004D35F4" w:rsidP="003C71D4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(описание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конфликта интересов или о возможности его возникновения,   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личной </w:t>
      </w:r>
    </w:p>
    <w:p w:rsidR="004D35F4" w:rsidRPr="00054166" w:rsidRDefault="004D35F4" w:rsidP="003C71D4">
      <w:pPr>
        <w:pStyle w:val="ConsPlusNonformat"/>
        <w:rPr>
          <w:rFonts w:ascii="Times New Roman" w:hAnsi="Times New Roman" w:cs="Times New Roman"/>
        </w:rPr>
      </w:pPr>
      <w:bookmarkStart w:id="9" w:name="_GoBack"/>
      <w:bookmarkEnd w:id="9"/>
    </w:p>
    <w:p w:rsidR="004D35F4" w:rsidRPr="00054166" w:rsidRDefault="004D35F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______________________________________________________________________________заинтересованности при исполнении  должностных обязанностей, которая может привести  к конфликту интересов)</w:t>
      </w:r>
    </w:p>
    <w:p w:rsidR="004D35F4" w:rsidRPr="00054166" w:rsidRDefault="004D35F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</w:t>
      </w:r>
    </w:p>
    <w:p w:rsidR="004D35F4" w:rsidRPr="00054166" w:rsidRDefault="004D35F4" w:rsidP="003C71D4">
      <w:pPr>
        <w:pStyle w:val="ConsPlusNonformat"/>
        <w:spacing w:line="276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2. ______________________________________________________________________________</w:t>
      </w:r>
    </w:p>
    <w:p w:rsidR="004D35F4" w:rsidRPr="00054166" w:rsidRDefault="004D35F4" w:rsidP="003C71D4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4D35F4" w:rsidRPr="00054166" w:rsidRDefault="004D35F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4D35F4" w:rsidRPr="00054166" w:rsidRDefault="004D35F4" w:rsidP="003C71D4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3. ______________________________________________________________________________</w:t>
      </w:r>
    </w:p>
    <w:p w:rsidR="004D35F4" w:rsidRPr="00054166" w:rsidRDefault="004D35F4" w:rsidP="003C71D4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(предложения по урегулированию конфликта интересов)</w:t>
      </w:r>
    </w:p>
    <w:p w:rsidR="004D35F4" w:rsidRPr="00054166" w:rsidRDefault="004D35F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4D35F4" w:rsidRPr="00054166" w:rsidRDefault="004D35F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"__" _______________ 20__ года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  <w:t xml:space="preserve">           ______________________________</w:t>
      </w:r>
    </w:p>
    <w:p w:rsidR="004D35F4" w:rsidRPr="00054166" w:rsidRDefault="004D35F4" w:rsidP="003C71D4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</w:rPr>
        <w:t xml:space="preserve">                                                                                                          (подпись, фамилии и инициалы)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</w:r>
    </w:p>
    <w:p w:rsidR="004D35F4" w:rsidRPr="00FD0932" w:rsidRDefault="004D35F4" w:rsidP="003C71D4">
      <w:pPr>
        <w:shd w:val="clear" w:color="auto" w:fill="FFFFFF"/>
        <w:ind w:right="45"/>
        <w:rPr>
          <w:rFonts w:ascii="Times New Roman" w:hAnsi="Times New Roman"/>
          <w:color w:val="000000"/>
          <w:sz w:val="28"/>
          <w:szCs w:val="28"/>
        </w:rPr>
        <w:sectPr w:rsidR="004D35F4" w:rsidRPr="00FD0932" w:rsidSect="00185D6A">
          <w:headerReference w:type="default" r:id="rId9"/>
          <w:pgSz w:w="11900" w:h="16800"/>
          <w:pgMar w:top="426" w:right="800" w:bottom="993" w:left="1701" w:header="720" w:footer="720" w:gutter="0"/>
          <w:cols w:space="720"/>
          <w:noEndnote/>
          <w:titlePg/>
        </w:sectPr>
      </w:pPr>
    </w:p>
    <w:tbl>
      <w:tblPr>
        <w:tblW w:w="11483" w:type="dxa"/>
        <w:tblInd w:w="-318" w:type="dxa"/>
        <w:tblLook w:val="01E0"/>
      </w:tblPr>
      <w:tblGrid>
        <w:gridCol w:w="6629"/>
        <w:gridCol w:w="4854"/>
      </w:tblGrid>
      <w:tr w:rsidR="004D35F4" w:rsidRPr="00EA386A" w:rsidTr="00275FFD">
        <w:tc>
          <w:tcPr>
            <w:tcW w:w="6629" w:type="dxa"/>
          </w:tcPr>
          <w:p w:rsidR="004D35F4" w:rsidRPr="00EA386A" w:rsidRDefault="004D35F4" w:rsidP="00E32075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</w:tcPr>
          <w:p w:rsidR="004D35F4" w:rsidRPr="00EB2CDD" w:rsidRDefault="004D35F4" w:rsidP="00E32075">
            <w:pPr>
              <w:pStyle w:val="Heading1"/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ПРИЛОЖЕНИЕ №2</w:t>
            </w:r>
          </w:p>
          <w:p w:rsidR="004D35F4" w:rsidRPr="00EB2CDD" w:rsidRDefault="004D35F4" w:rsidP="00E32075">
            <w:pPr>
              <w:pStyle w:val="Heading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к Порядку уведом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ления муниципальными служащими 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Рябцево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о намерении выполнять иную оплачиваемую работу,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утвержденному  постановлением 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Рябцево</w:t>
            </w:r>
            <w:r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</w:p>
          <w:p w:rsidR="004D35F4" w:rsidRPr="00EB2CDD" w:rsidRDefault="004D35F4" w:rsidP="00275FFD">
            <w:pPr>
              <w:pStyle w:val="Heading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        2018 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года  №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</w:p>
        </w:tc>
      </w:tr>
    </w:tbl>
    <w:p w:rsidR="004D35F4" w:rsidRPr="00FD4F9B" w:rsidRDefault="004D35F4" w:rsidP="003C71D4">
      <w:pPr>
        <w:pStyle w:val="Heading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D35F4" w:rsidRPr="00FD0932" w:rsidRDefault="004D35F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4D35F4" w:rsidRPr="00BE4194" w:rsidRDefault="004D35F4" w:rsidP="003C71D4">
      <w:pPr>
        <w:pStyle w:val="a2"/>
        <w:rPr>
          <w:rFonts w:ascii="Times New Roman" w:hAnsi="Times New Roman" w:cs="Times New Roman"/>
          <w:color w:val="000000"/>
        </w:rPr>
      </w:pPr>
      <w:r w:rsidRPr="00BE4194">
        <w:rPr>
          <w:rStyle w:val="a"/>
          <w:rFonts w:ascii="Times New Roman" w:hAnsi="Times New Roman" w:cs="Times New Roman"/>
          <w:bCs/>
          <w:color w:val="000000"/>
        </w:rPr>
        <w:t xml:space="preserve">         </w:t>
      </w:r>
      <w:r>
        <w:rPr>
          <w:rStyle w:val="a"/>
          <w:rFonts w:ascii="Times New Roman" w:hAnsi="Times New Roman" w:cs="Times New Roman"/>
          <w:bCs/>
          <w:color w:val="000000"/>
        </w:rPr>
        <w:t xml:space="preserve"> </w:t>
      </w:r>
    </w:p>
    <w:p w:rsidR="004D35F4" w:rsidRPr="00430D84" w:rsidRDefault="004D35F4" w:rsidP="003C71D4">
      <w:pPr>
        <w:pStyle w:val="Heading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30D84">
        <w:rPr>
          <w:rFonts w:ascii="Times New Roman" w:hAnsi="Times New Roman" w:cs="Times New Roman"/>
          <w:color w:val="000000"/>
          <w:sz w:val="28"/>
          <w:szCs w:val="28"/>
        </w:rPr>
        <w:t>ЖУРНАЛ</w:t>
      </w:r>
    </w:p>
    <w:p w:rsidR="004D35F4" w:rsidRDefault="004D35F4" w:rsidP="003C71D4">
      <w:pPr>
        <w:pStyle w:val="Heading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30D84">
        <w:rPr>
          <w:rFonts w:ascii="Times New Roman" w:hAnsi="Times New Roman" w:cs="Times New Roman"/>
          <w:color w:val="000000"/>
          <w:sz w:val="28"/>
          <w:szCs w:val="28"/>
        </w:rPr>
        <w:t>регистрации уведомлений о возникшем конфликте интересов или о возможности его возникновения, о личной заинтересованности при исполнении  должностных обязанностей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, которая может привести  к конфликту интересов</w:t>
      </w:r>
    </w:p>
    <w:p w:rsidR="004D35F4" w:rsidRPr="00430D84" w:rsidRDefault="004D35F4" w:rsidP="003C71D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D35F4" w:rsidRPr="00430D84" w:rsidRDefault="004D35F4" w:rsidP="003C71D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0D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8"/>
        <w:gridCol w:w="955"/>
        <w:gridCol w:w="1134"/>
        <w:gridCol w:w="1559"/>
        <w:gridCol w:w="1398"/>
        <w:gridCol w:w="1418"/>
        <w:gridCol w:w="1276"/>
        <w:gridCol w:w="992"/>
        <w:gridCol w:w="1012"/>
      </w:tblGrid>
      <w:tr w:rsidR="004D35F4" w:rsidRPr="00EA386A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Дата регистрации уведомления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Ф.И.О. подавшего уведомление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Должность подавшего уведомление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Ф.И.О.</w:t>
            </w:r>
          </w:p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регистрирующего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Подпись регистрирую</w:t>
            </w:r>
            <w:r>
              <w:rPr>
                <w:rFonts w:ascii="Times New Roman" w:hAnsi="Times New Roman" w:cs="Times New Roman"/>
              </w:rPr>
              <w:t>-</w:t>
            </w:r>
            <w:r w:rsidRPr="00430D84">
              <w:rPr>
                <w:rFonts w:ascii="Times New Roman" w:hAnsi="Times New Roman" w:cs="Times New Roman"/>
              </w:rPr>
              <w:t>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Подпись</w:t>
            </w:r>
          </w:p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 муниципального служащего, подавшего уведомление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5F4" w:rsidRPr="00430D84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Отметка о получении копий (копии получил, подпись)</w:t>
            </w:r>
          </w:p>
        </w:tc>
      </w:tr>
      <w:tr w:rsidR="004D35F4" w:rsidRPr="00EA386A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5F4" w:rsidRPr="00185D6A" w:rsidRDefault="004D35F4" w:rsidP="00E32075">
            <w:pPr>
              <w:pStyle w:val="a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4D35F4" w:rsidRPr="00EA386A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5F4" w:rsidRPr="00430D84" w:rsidRDefault="004D35F4" w:rsidP="00E32075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4D35F4" w:rsidRPr="00EA386A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</w:tr>
      <w:tr w:rsidR="004D35F4" w:rsidRPr="00EA386A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5F4" w:rsidRDefault="004D35F4" w:rsidP="00E32075">
            <w:pPr>
              <w:pStyle w:val="a1"/>
            </w:pPr>
          </w:p>
        </w:tc>
      </w:tr>
    </w:tbl>
    <w:p w:rsidR="004D35F4" w:rsidRPr="00BE4194" w:rsidRDefault="004D35F4" w:rsidP="003C71D4">
      <w:pPr>
        <w:rPr>
          <w:rFonts w:ascii="Times New Roman" w:hAnsi="Times New Roman"/>
          <w:color w:val="000000"/>
        </w:rPr>
      </w:pPr>
    </w:p>
    <w:p w:rsidR="004D35F4" w:rsidRDefault="004D35F4" w:rsidP="003C7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35F4" w:rsidRDefault="004D35F4" w:rsidP="003C71D4"/>
    <w:p w:rsidR="004D35F4" w:rsidRDefault="004D35F4" w:rsidP="000379CA">
      <w:pPr>
        <w:spacing w:after="0" w:line="240" w:lineRule="auto"/>
        <w:rPr>
          <w:rFonts w:ascii="Times New Roman" w:hAnsi="Times New Roman"/>
        </w:rPr>
      </w:pPr>
    </w:p>
    <w:sectPr w:rsidR="004D35F4" w:rsidSect="000379CA">
      <w:pgSz w:w="11906" w:h="16838"/>
      <w:pgMar w:top="1440" w:right="1134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5F4" w:rsidRDefault="004D35F4" w:rsidP="00E83493">
      <w:pPr>
        <w:spacing w:after="0" w:line="240" w:lineRule="auto"/>
      </w:pPr>
      <w:r>
        <w:separator/>
      </w:r>
    </w:p>
  </w:endnote>
  <w:endnote w:type="continuationSeparator" w:id="0">
    <w:p w:rsidR="004D35F4" w:rsidRDefault="004D35F4" w:rsidP="00E8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5F4" w:rsidRDefault="004D35F4" w:rsidP="00E83493">
      <w:pPr>
        <w:spacing w:after="0" w:line="240" w:lineRule="auto"/>
      </w:pPr>
      <w:r>
        <w:separator/>
      </w:r>
    </w:p>
  </w:footnote>
  <w:footnote w:type="continuationSeparator" w:id="0">
    <w:p w:rsidR="004D35F4" w:rsidRDefault="004D35F4" w:rsidP="00E83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5F4" w:rsidRDefault="004D35F4" w:rsidP="00610A00">
    <w:pPr>
      <w:pStyle w:val="Header"/>
      <w:framePr w:wrap="auto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4D35F4" w:rsidRDefault="004D35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DA4"/>
    <w:rsid w:val="000379CA"/>
    <w:rsid w:val="00054166"/>
    <w:rsid w:val="00055741"/>
    <w:rsid w:val="0006313F"/>
    <w:rsid w:val="000C3B95"/>
    <w:rsid w:val="000C5249"/>
    <w:rsid w:val="000D5C8F"/>
    <w:rsid w:val="000F1CE8"/>
    <w:rsid w:val="00124781"/>
    <w:rsid w:val="001633CB"/>
    <w:rsid w:val="00185D6A"/>
    <w:rsid w:val="0019221A"/>
    <w:rsid w:val="001A0E87"/>
    <w:rsid w:val="001C4B69"/>
    <w:rsid w:val="001E5F81"/>
    <w:rsid w:val="00212EE9"/>
    <w:rsid w:val="002634B6"/>
    <w:rsid w:val="00271D97"/>
    <w:rsid w:val="002759F9"/>
    <w:rsid w:val="00275FFD"/>
    <w:rsid w:val="00281465"/>
    <w:rsid w:val="002B0E67"/>
    <w:rsid w:val="002B60FD"/>
    <w:rsid w:val="002C4EAA"/>
    <w:rsid w:val="002F1711"/>
    <w:rsid w:val="00306DC5"/>
    <w:rsid w:val="00333461"/>
    <w:rsid w:val="0034293B"/>
    <w:rsid w:val="00384670"/>
    <w:rsid w:val="003C71D4"/>
    <w:rsid w:val="003D05AD"/>
    <w:rsid w:val="00430D84"/>
    <w:rsid w:val="00456268"/>
    <w:rsid w:val="00472FD5"/>
    <w:rsid w:val="004A07C6"/>
    <w:rsid w:val="004C2F89"/>
    <w:rsid w:val="004C7CD6"/>
    <w:rsid w:val="004D308E"/>
    <w:rsid w:val="004D35F4"/>
    <w:rsid w:val="004F28A7"/>
    <w:rsid w:val="0052342C"/>
    <w:rsid w:val="00523EEC"/>
    <w:rsid w:val="00536FC2"/>
    <w:rsid w:val="0053787B"/>
    <w:rsid w:val="00582527"/>
    <w:rsid w:val="005A6D06"/>
    <w:rsid w:val="005C4BCC"/>
    <w:rsid w:val="005F15A5"/>
    <w:rsid w:val="005F3839"/>
    <w:rsid w:val="00604719"/>
    <w:rsid w:val="00610A00"/>
    <w:rsid w:val="00617382"/>
    <w:rsid w:val="00630856"/>
    <w:rsid w:val="00635850"/>
    <w:rsid w:val="006919A0"/>
    <w:rsid w:val="006A6E96"/>
    <w:rsid w:val="006C70F5"/>
    <w:rsid w:val="006D5C6D"/>
    <w:rsid w:val="00751398"/>
    <w:rsid w:val="00763C22"/>
    <w:rsid w:val="007763CE"/>
    <w:rsid w:val="007A1DB5"/>
    <w:rsid w:val="007A2F97"/>
    <w:rsid w:val="007A460D"/>
    <w:rsid w:val="007B6CD1"/>
    <w:rsid w:val="007B7C36"/>
    <w:rsid w:val="00807EEE"/>
    <w:rsid w:val="00827E68"/>
    <w:rsid w:val="00841DA4"/>
    <w:rsid w:val="00846351"/>
    <w:rsid w:val="00881CDA"/>
    <w:rsid w:val="00944B73"/>
    <w:rsid w:val="00946A8B"/>
    <w:rsid w:val="00991D65"/>
    <w:rsid w:val="009A102F"/>
    <w:rsid w:val="00A137D8"/>
    <w:rsid w:val="00A63AB0"/>
    <w:rsid w:val="00A65708"/>
    <w:rsid w:val="00A87C29"/>
    <w:rsid w:val="00B128A1"/>
    <w:rsid w:val="00B316D1"/>
    <w:rsid w:val="00B61DC1"/>
    <w:rsid w:val="00B82C42"/>
    <w:rsid w:val="00BA6D12"/>
    <w:rsid w:val="00BC6BFB"/>
    <w:rsid w:val="00BE4194"/>
    <w:rsid w:val="00C40C6F"/>
    <w:rsid w:val="00C63E59"/>
    <w:rsid w:val="00C71F3D"/>
    <w:rsid w:val="00C74461"/>
    <w:rsid w:val="00C84CEC"/>
    <w:rsid w:val="00C9042F"/>
    <w:rsid w:val="00C97F1B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5168"/>
    <w:rsid w:val="00E079CE"/>
    <w:rsid w:val="00E13941"/>
    <w:rsid w:val="00E32075"/>
    <w:rsid w:val="00E33C33"/>
    <w:rsid w:val="00E83493"/>
    <w:rsid w:val="00EA386A"/>
    <w:rsid w:val="00EB2CDD"/>
    <w:rsid w:val="00EB30F4"/>
    <w:rsid w:val="00EE7EF5"/>
    <w:rsid w:val="00F05D37"/>
    <w:rsid w:val="00F23C32"/>
    <w:rsid w:val="00F41FA3"/>
    <w:rsid w:val="00F55029"/>
    <w:rsid w:val="00F71E6F"/>
    <w:rsid w:val="00F81FEF"/>
    <w:rsid w:val="00FA4D52"/>
    <w:rsid w:val="00FA69BD"/>
    <w:rsid w:val="00FC6A2A"/>
    <w:rsid w:val="00FD0932"/>
    <w:rsid w:val="00FD4F9B"/>
    <w:rsid w:val="00FE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46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71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71D4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91D6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F05D37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05D37"/>
    <w:rPr>
      <w:rFonts w:ascii="Times New Roman" w:hAnsi="Times New Roman" w:cs="Times New Roman"/>
      <w:b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05D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358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66192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FC6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3C71D4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3C71D4"/>
    <w:rPr>
      <w:rFonts w:cs="Times New Roman"/>
      <w:bCs/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2">
    <w:name w:val="Таблицы (моноширинный)"/>
    <w:basedOn w:val="Normal"/>
    <w:next w:val="Normal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71D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C71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71D4"/>
    <w:rPr>
      <w:rFonts w:ascii="Arial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3C7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71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3C71D4"/>
    <w:rPr>
      <w:lang w:eastAsia="en-US"/>
    </w:rPr>
  </w:style>
  <w:style w:type="character" w:styleId="Hyperlink">
    <w:name w:val="Hyperlink"/>
    <w:basedOn w:val="DefaultParagraphFont"/>
    <w:uiPriority w:val="99"/>
    <w:rsid w:val="00C904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6420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11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5</Pages>
  <Words>1249</Words>
  <Characters>7121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23</cp:revision>
  <cp:lastPrinted>2018-03-29T07:15:00Z</cp:lastPrinted>
  <dcterms:created xsi:type="dcterms:W3CDTF">2017-02-16T08:22:00Z</dcterms:created>
  <dcterms:modified xsi:type="dcterms:W3CDTF">2018-03-29T07:17:00Z</dcterms:modified>
</cp:coreProperties>
</file>