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457" w:rsidRPr="00635850" w:rsidRDefault="00781457" w:rsidP="0037451C">
      <w:pPr>
        <w:pStyle w:val="Title"/>
        <w:ind w:right="-1"/>
        <w:rPr>
          <w:sz w:val="28"/>
          <w:szCs w:val="28"/>
        </w:rPr>
      </w:pPr>
    </w:p>
    <w:p w:rsidR="00781457" w:rsidRPr="00635850" w:rsidRDefault="00781457" w:rsidP="00F05D37">
      <w:pPr>
        <w:pStyle w:val="Title"/>
        <w:rPr>
          <w:sz w:val="28"/>
          <w:szCs w:val="28"/>
        </w:rPr>
      </w:pPr>
    </w:p>
    <w:p w:rsidR="00781457" w:rsidRPr="00635850" w:rsidRDefault="00781457" w:rsidP="00F05D37">
      <w:pPr>
        <w:pStyle w:val="Title"/>
        <w:spacing w:after="120"/>
        <w:rPr>
          <w:sz w:val="28"/>
          <w:szCs w:val="28"/>
        </w:rPr>
      </w:pPr>
      <w:r w:rsidRPr="00635850">
        <w:rPr>
          <w:sz w:val="28"/>
          <w:szCs w:val="28"/>
        </w:rPr>
        <w:t>КАЛУЖСКАЯ  ОБЛАСТЬ</w:t>
      </w:r>
    </w:p>
    <w:p w:rsidR="00781457" w:rsidRDefault="00781457" w:rsidP="00F05D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МАЛОЯРОСЛАВЕЦКИЙ  РАЙОН</w:t>
      </w:r>
    </w:p>
    <w:p w:rsidR="00781457" w:rsidRDefault="00781457" w:rsidP="007655F5">
      <w:pPr>
        <w:jc w:val="center"/>
        <w:rPr>
          <w:rFonts w:ascii="Times New Roman" w:hAnsi="Times New Roman"/>
          <w:b/>
          <w:sz w:val="28"/>
          <w:szCs w:val="28"/>
        </w:rPr>
      </w:pPr>
      <w:r w:rsidRPr="00635850">
        <w:rPr>
          <w:rFonts w:ascii="Times New Roman" w:hAnsi="Times New Roman"/>
          <w:b/>
          <w:sz w:val="28"/>
          <w:szCs w:val="28"/>
        </w:rPr>
        <w:t xml:space="preserve">  АДМИНИСТРАЦИЯ </w:t>
      </w:r>
      <w:r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781457" w:rsidRPr="00635850" w:rsidRDefault="00781457" w:rsidP="007655F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«ДЕРЕВНЯ РЯБЦЕВО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»</w:t>
      </w:r>
    </w:p>
    <w:p w:rsidR="00781457" w:rsidRPr="00635850" w:rsidRDefault="00781457" w:rsidP="00635850">
      <w:pPr>
        <w:tabs>
          <w:tab w:val="left" w:pos="6506"/>
        </w:tabs>
        <w:jc w:val="center"/>
        <w:rPr>
          <w:rFonts w:ascii="Times New Roman" w:hAnsi="Times New Roman"/>
          <w:b/>
          <w:sz w:val="28"/>
          <w:szCs w:val="28"/>
        </w:rPr>
      </w:pPr>
      <w:r w:rsidRPr="00635850">
        <w:rPr>
          <w:rFonts w:ascii="Times New Roman" w:hAnsi="Times New Roman"/>
          <w:b/>
          <w:sz w:val="28"/>
          <w:szCs w:val="28"/>
        </w:rPr>
        <w:t>ПОСТАНОВЛЕНИЕ</w:t>
      </w:r>
    </w:p>
    <w:p w:rsidR="00781457" w:rsidRPr="00DF5168" w:rsidRDefault="00781457" w:rsidP="00F05D3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Pr="00602171">
        <w:rPr>
          <w:rFonts w:ascii="Times New Roman" w:hAnsi="Times New Roman"/>
          <w:b/>
          <w:sz w:val="28"/>
          <w:szCs w:val="28"/>
        </w:rPr>
        <w:t>29.10.2019 г.</w:t>
      </w:r>
      <w:r w:rsidRPr="00635850">
        <w:rPr>
          <w:rFonts w:ascii="Times New Roman" w:hAnsi="Times New Roman"/>
          <w:b/>
          <w:sz w:val="28"/>
          <w:szCs w:val="28"/>
        </w:rPr>
        <w:t xml:space="preserve"> </w:t>
      </w:r>
      <w:r w:rsidRPr="00635850">
        <w:rPr>
          <w:rFonts w:ascii="Times New Roman" w:hAnsi="Times New Roman"/>
          <w:b/>
          <w:sz w:val="28"/>
          <w:szCs w:val="28"/>
        </w:rPr>
        <w:tab/>
      </w:r>
      <w:r w:rsidRPr="00635850">
        <w:rPr>
          <w:rFonts w:ascii="Times New Roman" w:hAnsi="Times New Roman"/>
          <w:b/>
          <w:sz w:val="28"/>
          <w:szCs w:val="28"/>
        </w:rPr>
        <w:tab/>
      </w:r>
      <w:r w:rsidRPr="00635850">
        <w:rPr>
          <w:rFonts w:ascii="Times New Roman" w:hAnsi="Times New Roman"/>
          <w:b/>
          <w:sz w:val="28"/>
          <w:szCs w:val="28"/>
        </w:rPr>
        <w:tab/>
      </w:r>
      <w:r w:rsidRPr="00635850">
        <w:rPr>
          <w:rFonts w:ascii="Times New Roman" w:hAnsi="Times New Roman"/>
          <w:b/>
          <w:sz w:val="28"/>
          <w:szCs w:val="28"/>
        </w:rPr>
        <w:tab/>
      </w:r>
      <w:r w:rsidRPr="00635850">
        <w:rPr>
          <w:rFonts w:ascii="Times New Roman" w:hAnsi="Times New Roman"/>
          <w:b/>
          <w:sz w:val="28"/>
          <w:szCs w:val="28"/>
        </w:rPr>
        <w:tab/>
      </w:r>
      <w:r w:rsidRPr="00635850">
        <w:rPr>
          <w:rFonts w:ascii="Times New Roman" w:hAnsi="Times New Roman"/>
          <w:b/>
          <w:sz w:val="28"/>
          <w:szCs w:val="28"/>
        </w:rPr>
        <w:tab/>
        <w:t xml:space="preserve">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635850">
        <w:rPr>
          <w:rFonts w:ascii="Times New Roman" w:hAnsi="Times New Roman"/>
          <w:b/>
          <w:sz w:val="28"/>
          <w:szCs w:val="28"/>
        </w:rPr>
        <w:t xml:space="preserve">         №</w:t>
      </w:r>
      <w:r>
        <w:rPr>
          <w:rFonts w:ascii="Times New Roman" w:hAnsi="Times New Roman"/>
          <w:b/>
          <w:sz w:val="28"/>
          <w:szCs w:val="28"/>
        </w:rPr>
        <w:t>42</w:t>
      </w:r>
    </w:p>
    <w:tbl>
      <w:tblPr>
        <w:tblW w:w="9039" w:type="dxa"/>
        <w:tblLook w:val="00A0"/>
      </w:tblPr>
      <w:tblGrid>
        <w:gridCol w:w="6204"/>
        <w:gridCol w:w="2835"/>
      </w:tblGrid>
      <w:tr w:rsidR="00781457" w:rsidRPr="00FC1CA8" w:rsidTr="00FC1CA8">
        <w:tc>
          <w:tcPr>
            <w:tcW w:w="6204" w:type="dxa"/>
          </w:tcPr>
          <w:p w:rsidR="00781457" w:rsidRPr="008638DA" w:rsidRDefault="00781457" w:rsidP="00FC1CA8">
            <w:pPr>
              <w:tabs>
                <w:tab w:val="left" w:pos="5529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8DA">
              <w:rPr>
                <w:rFonts w:ascii="Times New Roman" w:hAnsi="Times New Roman"/>
                <w:b/>
                <w:sz w:val="24"/>
                <w:szCs w:val="24"/>
              </w:rPr>
              <w:t xml:space="preserve"> О внесении изменений в Постановление № 39 от 06.09.2017г. Об утверждении перечня муниципального имущества сельского поселения «деревня Рябцево», свободного от прав третьих лиц  (за исключением имущественных прав субъектов малого и среднего предпринимательства), свободного от прав третьих лиц, предусмотренного частью 4 статьи 18 Федерального закона «О развитии малого и среднего предпринимательства в Российской Федерации»</w:t>
            </w:r>
          </w:p>
        </w:tc>
        <w:tc>
          <w:tcPr>
            <w:tcW w:w="2835" w:type="dxa"/>
          </w:tcPr>
          <w:p w:rsidR="00781457" w:rsidRPr="00FC1CA8" w:rsidRDefault="00781457" w:rsidP="00FC1C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81457" w:rsidRDefault="00781457" w:rsidP="007B7C3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781457" w:rsidRPr="008638DA" w:rsidRDefault="00781457" w:rsidP="00F100CC">
      <w:pPr>
        <w:spacing w:after="0" w:line="240" w:lineRule="auto"/>
        <w:ind w:firstLine="540"/>
        <w:jc w:val="both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</w:t>
      </w:r>
      <w:r w:rsidRPr="0028318E">
        <w:rPr>
          <w:rFonts w:ascii="Times New Roman" w:hAnsi="Times New Roman"/>
          <w:sz w:val="28"/>
          <w:szCs w:val="28"/>
        </w:rPr>
        <w:t>уководствуясь Федеральным законом от 06.10.2003 г. № 131 – 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в связи с ненадлежащим нормативно – техническим состоянием зданий включенных в перечень муниципального имущества, администрация сельского поселения «деревня Рябцево»</w:t>
      </w:r>
      <w:r w:rsidRPr="008638DA">
        <w:rPr>
          <w:rFonts w:ascii="Times New Roman" w:hAnsi="Times New Roman"/>
          <w:sz w:val="28"/>
          <w:szCs w:val="28"/>
        </w:rPr>
        <w:t xml:space="preserve"> </w:t>
      </w:r>
      <w:r w:rsidRPr="008638DA">
        <w:rPr>
          <w:rFonts w:ascii="Times New Roman" w:hAnsi="Times New Roman"/>
          <w:b/>
          <w:kern w:val="36"/>
          <w:sz w:val="28"/>
          <w:szCs w:val="28"/>
          <w:lang w:eastAsia="ru-RU"/>
        </w:rPr>
        <w:t>ПОСТАНОВЛЯЕТ:</w:t>
      </w:r>
    </w:p>
    <w:p w:rsidR="00781457" w:rsidRPr="008638DA" w:rsidRDefault="00781457" w:rsidP="0063585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1457" w:rsidRPr="00354BD5" w:rsidRDefault="00781457" w:rsidP="008638DA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54BD5">
        <w:rPr>
          <w:rFonts w:ascii="Times New Roman" w:hAnsi="Times New Roman"/>
          <w:sz w:val="28"/>
          <w:szCs w:val="28"/>
        </w:rPr>
        <w:t xml:space="preserve">Исключить из Перечня </w:t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354BD5">
        <w:rPr>
          <w:rFonts w:ascii="Times New Roman" w:hAnsi="Times New Roman"/>
          <w:sz w:val="28"/>
          <w:szCs w:val="28"/>
        </w:rPr>
        <w:t xml:space="preserve">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 и среднего предпринимательства) по Администрации сельского поселения «деревня Рябцево» </w:t>
      </w:r>
    </w:p>
    <w:p w:rsidR="00781457" w:rsidRPr="00354BD5" w:rsidRDefault="00781457" w:rsidP="008638DA">
      <w:pPr>
        <w:pStyle w:val="ListParagraph"/>
        <w:ind w:left="60"/>
        <w:jc w:val="both"/>
        <w:rPr>
          <w:rFonts w:ascii="Times New Roman" w:hAnsi="Times New Roman"/>
          <w:sz w:val="28"/>
          <w:szCs w:val="28"/>
        </w:rPr>
      </w:pPr>
      <w:r w:rsidRPr="00354BD5">
        <w:rPr>
          <w:rFonts w:ascii="Times New Roman" w:hAnsi="Times New Roman"/>
          <w:sz w:val="28"/>
          <w:szCs w:val="28"/>
        </w:rPr>
        <w:t xml:space="preserve">      Здание котельни.</w:t>
      </w:r>
    </w:p>
    <w:p w:rsidR="00781457" w:rsidRPr="00354BD5" w:rsidRDefault="00781457" w:rsidP="008638DA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54BD5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момента его официального </w:t>
      </w:r>
      <w:r>
        <w:rPr>
          <w:rFonts w:ascii="Times New Roman" w:hAnsi="Times New Roman"/>
          <w:sz w:val="28"/>
          <w:szCs w:val="28"/>
        </w:rPr>
        <w:t>обнародования и подлежит размещению на официальном сайте администрации СП «деревня Рябцево».</w:t>
      </w:r>
    </w:p>
    <w:p w:rsidR="00781457" w:rsidRDefault="00781457" w:rsidP="006919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81457" w:rsidRDefault="00781457" w:rsidP="006919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81457" w:rsidRPr="008638DA" w:rsidRDefault="00781457" w:rsidP="006919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81457" w:rsidRPr="008638DA" w:rsidRDefault="00781457" w:rsidP="006919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38DA">
        <w:rPr>
          <w:rFonts w:ascii="Times New Roman" w:hAnsi="Times New Roman"/>
          <w:b/>
          <w:sz w:val="28"/>
          <w:szCs w:val="28"/>
        </w:rPr>
        <w:t>Глава администрации сельского</w:t>
      </w:r>
    </w:p>
    <w:p w:rsidR="00781457" w:rsidRPr="008638DA" w:rsidRDefault="00781457" w:rsidP="005842A8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781457" w:rsidRPr="008638DA" w:rsidSect="008638DA">
          <w:pgSz w:w="11906" w:h="16838"/>
          <w:pgMar w:top="1134" w:right="567" w:bottom="1134" w:left="1134" w:header="0" w:footer="0" w:gutter="0"/>
          <w:cols w:space="720"/>
          <w:noEndnote/>
        </w:sectPr>
      </w:pPr>
      <w:r w:rsidRPr="008638DA">
        <w:rPr>
          <w:rFonts w:ascii="Times New Roman" w:hAnsi="Times New Roman"/>
          <w:b/>
          <w:sz w:val="28"/>
          <w:szCs w:val="28"/>
        </w:rPr>
        <w:t xml:space="preserve"> поселения «деревня Рябцево»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8638DA">
        <w:rPr>
          <w:rFonts w:ascii="Times New Roman" w:hAnsi="Times New Roman"/>
          <w:b/>
          <w:sz w:val="28"/>
          <w:szCs w:val="28"/>
        </w:rPr>
        <w:t xml:space="preserve">В.А.Карнюшкина                                            </w:t>
      </w:r>
    </w:p>
    <w:p w:rsidR="00781457" w:rsidRDefault="00781457" w:rsidP="008638DA">
      <w:pPr>
        <w:spacing w:after="0" w:line="240" w:lineRule="auto"/>
        <w:ind w:right="-53"/>
        <w:rPr>
          <w:rFonts w:ascii="Times New Roman" w:hAnsi="Times New Roman"/>
        </w:rPr>
      </w:pPr>
    </w:p>
    <w:sectPr w:rsidR="00781457" w:rsidSect="001E5F81">
      <w:pgSz w:w="16838" w:h="11906" w:orient="landscape"/>
      <w:pgMar w:top="1134" w:right="567" w:bottom="567" w:left="1440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D0D62"/>
    <w:multiLevelType w:val="hybridMultilevel"/>
    <w:tmpl w:val="2BD60834"/>
    <w:lvl w:ilvl="0" w:tplc="44A282B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>
    <w:nsid w:val="54103DFE"/>
    <w:multiLevelType w:val="multilevel"/>
    <w:tmpl w:val="1A7EA4D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0"/>
        </w:tabs>
        <w:ind w:left="18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0"/>
        </w:tabs>
        <w:ind w:left="1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0"/>
        </w:tabs>
        <w:ind w:left="2220" w:hanging="2160"/>
      </w:pPr>
      <w:rPr>
        <w:rFonts w:cs="Times New Roman" w:hint="default"/>
      </w:rPr>
    </w:lvl>
  </w:abstractNum>
  <w:abstractNum w:abstractNumId="2">
    <w:nsid w:val="683804A2"/>
    <w:multiLevelType w:val="multilevel"/>
    <w:tmpl w:val="35823CC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390"/>
      </w:pPr>
      <w:rPr>
        <w:rFonts w:cs="Arial" w:hint="default"/>
        <w:sz w:val="26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cs="Arial" w:hint="default"/>
        <w:sz w:val="26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cs="Arial" w:hint="default"/>
        <w:sz w:val="26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cs="Arial" w:hint="default"/>
        <w:sz w:val="26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cs="Arial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cs="Arial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cs="Arial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cs="Arial" w:hint="default"/>
        <w:sz w:val="26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1DA4"/>
    <w:rsid w:val="00055741"/>
    <w:rsid w:val="0006313F"/>
    <w:rsid w:val="000959B7"/>
    <w:rsid w:val="000C5249"/>
    <w:rsid w:val="000E2884"/>
    <w:rsid w:val="000F1CE8"/>
    <w:rsid w:val="001633CB"/>
    <w:rsid w:val="00176596"/>
    <w:rsid w:val="0019221A"/>
    <w:rsid w:val="001A0E87"/>
    <w:rsid w:val="001E5F81"/>
    <w:rsid w:val="00212EE9"/>
    <w:rsid w:val="0022291A"/>
    <w:rsid w:val="002634B6"/>
    <w:rsid w:val="00271D97"/>
    <w:rsid w:val="0027724F"/>
    <w:rsid w:val="0028318E"/>
    <w:rsid w:val="002B0E67"/>
    <w:rsid w:val="002B60FD"/>
    <w:rsid w:val="002C4EAA"/>
    <w:rsid w:val="002F1711"/>
    <w:rsid w:val="00306DC5"/>
    <w:rsid w:val="00333461"/>
    <w:rsid w:val="00334EE0"/>
    <w:rsid w:val="00354BD5"/>
    <w:rsid w:val="0037451C"/>
    <w:rsid w:val="00456268"/>
    <w:rsid w:val="00472FD5"/>
    <w:rsid w:val="00487386"/>
    <w:rsid w:val="004A07C6"/>
    <w:rsid w:val="004B0A06"/>
    <w:rsid w:val="004C7CD6"/>
    <w:rsid w:val="004D308E"/>
    <w:rsid w:val="004F28A7"/>
    <w:rsid w:val="0052342C"/>
    <w:rsid w:val="00523EEC"/>
    <w:rsid w:val="0053787B"/>
    <w:rsid w:val="00582527"/>
    <w:rsid w:val="005842A8"/>
    <w:rsid w:val="005A6D06"/>
    <w:rsid w:val="005C4BCC"/>
    <w:rsid w:val="005F15A5"/>
    <w:rsid w:val="00602171"/>
    <w:rsid w:val="00604719"/>
    <w:rsid w:val="00635850"/>
    <w:rsid w:val="006919A0"/>
    <w:rsid w:val="006A6E96"/>
    <w:rsid w:val="006C70F5"/>
    <w:rsid w:val="006D5C6D"/>
    <w:rsid w:val="00713628"/>
    <w:rsid w:val="007333E2"/>
    <w:rsid w:val="007506EC"/>
    <w:rsid w:val="00751398"/>
    <w:rsid w:val="00763C22"/>
    <w:rsid w:val="007655F5"/>
    <w:rsid w:val="00774CCD"/>
    <w:rsid w:val="00781457"/>
    <w:rsid w:val="007A2F97"/>
    <w:rsid w:val="007A460D"/>
    <w:rsid w:val="007B6CD1"/>
    <w:rsid w:val="007B7C36"/>
    <w:rsid w:val="00803D3E"/>
    <w:rsid w:val="00807EEE"/>
    <w:rsid w:val="00827E68"/>
    <w:rsid w:val="008361B0"/>
    <w:rsid w:val="00841DA4"/>
    <w:rsid w:val="00846351"/>
    <w:rsid w:val="008638DA"/>
    <w:rsid w:val="00881CDA"/>
    <w:rsid w:val="00882BBB"/>
    <w:rsid w:val="00944B73"/>
    <w:rsid w:val="00946A8B"/>
    <w:rsid w:val="00954529"/>
    <w:rsid w:val="00972BD4"/>
    <w:rsid w:val="00991D65"/>
    <w:rsid w:val="009A102F"/>
    <w:rsid w:val="009E13C4"/>
    <w:rsid w:val="009F1FAA"/>
    <w:rsid w:val="00A137D8"/>
    <w:rsid w:val="00A31914"/>
    <w:rsid w:val="00A65708"/>
    <w:rsid w:val="00A87C29"/>
    <w:rsid w:val="00AE2741"/>
    <w:rsid w:val="00B222F4"/>
    <w:rsid w:val="00B316D1"/>
    <w:rsid w:val="00B61DC1"/>
    <w:rsid w:val="00B82C42"/>
    <w:rsid w:val="00BA6D12"/>
    <w:rsid w:val="00BC6BFB"/>
    <w:rsid w:val="00BD60D8"/>
    <w:rsid w:val="00C40C6F"/>
    <w:rsid w:val="00C71F3D"/>
    <w:rsid w:val="00C74461"/>
    <w:rsid w:val="00C84CEC"/>
    <w:rsid w:val="00C9769E"/>
    <w:rsid w:val="00CB0CE5"/>
    <w:rsid w:val="00CB2F31"/>
    <w:rsid w:val="00D45DDC"/>
    <w:rsid w:val="00D66192"/>
    <w:rsid w:val="00DA2D1D"/>
    <w:rsid w:val="00DA640F"/>
    <w:rsid w:val="00DB34CF"/>
    <w:rsid w:val="00DD0BE7"/>
    <w:rsid w:val="00DE6B3E"/>
    <w:rsid w:val="00DF2023"/>
    <w:rsid w:val="00DF5168"/>
    <w:rsid w:val="00E079CE"/>
    <w:rsid w:val="00E33C33"/>
    <w:rsid w:val="00EB30F4"/>
    <w:rsid w:val="00EE7EF5"/>
    <w:rsid w:val="00EF3BA7"/>
    <w:rsid w:val="00F05D37"/>
    <w:rsid w:val="00F100CC"/>
    <w:rsid w:val="00F23C32"/>
    <w:rsid w:val="00F41FA3"/>
    <w:rsid w:val="00F55029"/>
    <w:rsid w:val="00F66F42"/>
    <w:rsid w:val="00F90471"/>
    <w:rsid w:val="00FA69BD"/>
    <w:rsid w:val="00FB19BA"/>
    <w:rsid w:val="00FB3CA4"/>
    <w:rsid w:val="00FC1CA8"/>
    <w:rsid w:val="00FE5843"/>
    <w:rsid w:val="00FF0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BD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91D65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991D65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styleId="Title">
    <w:name w:val="Title"/>
    <w:basedOn w:val="Normal"/>
    <w:link w:val="TitleChar"/>
    <w:uiPriority w:val="99"/>
    <w:qFormat/>
    <w:rsid w:val="00F05D37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6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F05D37"/>
    <w:rPr>
      <w:rFonts w:ascii="Times New Roman" w:hAnsi="Times New Roman" w:cs="Times New Roman"/>
      <w:b/>
      <w:sz w:val="26"/>
      <w:szCs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0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5D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358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D66192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8638DA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95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2</Pages>
  <Words>237</Words>
  <Characters>1351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Бухгалтер</cp:lastModifiedBy>
  <cp:revision>17</cp:revision>
  <cp:lastPrinted>2019-10-31T05:57:00Z</cp:lastPrinted>
  <dcterms:created xsi:type="dcterms:W3CDTF">2017-09-06T07:48:00Z</dcterms:created>
  <dcterms:modified xsi:type="dcterms:W3CDTF">2019-10-31T05:57:00Z</dcterms:modified>
</cp:coreProperties>
</file>