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B0D" w:rsidRDefault="00AE4B0D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E4B0D" w:rsidRPr="00382F7E" w:rsidRDefault="00AE4B0D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AE4B0D" w:rsidRPr="00382F7E" w:rsidRDefault="00AE4B0D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AE4B0D" w:rsidRDefault="00AE4B0D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AE4B0D" w:rsidRPr="00382F7E" w:rsidRDefault="00AE4B0D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РЯБЦЕВО»</w:t>
      </w:r>
    </w:p>
    <w:p w:rsidR="00AE4B0D" w:rsidRPr="00382F7E" w:rsidRDefault="00AE4B0D" w:rsidP="00D0615A">
      <w:pPr>
        <w:rPr>
          <w:sz w:val="28"/>
          <w:szCs w:val="28"/>
        </w:rPr>
      </w:pPr>
    </w:p>
    <w:p w:rsidR="00AE4B0D" w:rsidRPr="00382F7E" w:rsidRDefault="00AE4B0D" w:rsidP="00D0615A">
      <w:pPr>
        <w:jc w:val="center"/>
        <w:rPr>
          <w:b/>
          <w:sz w:val="28"/>
          <w:szCs w:val="28"/>
        </w:rPr>
      </w:pPr>
    </w:p>
    <w:p w:rsidR="00AE4B0D" w:rsidRPr="00382F7E" w:rsidRDefault="00AE4B0D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AE4B0D" w:rsidRPr="00382F7E" w:rsidRDefault="00AE4B0D" w:rsidP="00D0615A">
      <w:pPr>
        <w:jc w:val="both"/>
        <w:rPr>
          <w:sz w:val="28"/>
          <w:szCs w:val="28"/>
        </w:rPr>
      </w:pPr>
    </w:p>
    <w:p w:rsidR="00AE4B0D" w:rsidRPr="00382F7E" w:rsidRDefault="00AE4B0D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>
        <w:rPr>
          <w:b/>
          <w:sz w:val="27"/>
          <w:szCs w:val="27"/>
        </w:rPr>
        <w:t>30.12.2020</w:t>
      </w:r>
      <w:r w:rsidRPr="00382F7E">
        <w:rPr>
          <w:b/>
          <w:sz w:val="27"/>
          <w:szCs w:val="27"/>
        </w:rPr>
        <w:t xml:space="preserve">г.              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                          </w:t>
      </w:r>
      <w:r>
        <w:rPr>
          <w:b/>
          <w:sz w:val="27"/>
          <w:szCs w:val="27"/>
        </w:rPr>
        <w:t xml:space="preserve">                                    № 22</w:t>
      </w:r>
      <w:r w:rsidRPr="00382F7E">
        <w:rPr>
          <w:b/>
          <w:sz w:val="27"/>
          <w:szCs w:val="27"/>
        </w:rPr>
        <w:t xml:space="preserve">    </w:t>
      </w:r>
    </w:p>
    <w:p w:rsidR="00AE4B0D" w:rsidRPr="00382F7E" w:rsidRDefault="00AE4B0D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  <w:t xml:space="preserve">         </w:t>
      </w:r>
    </w:p>
    <w:p w:rsidR="00AE4B0D" w:rsidRPr="00382F7E" w:rsidRDefault="00AE4B0D" w:rsidP="00D0615A">
      <w:pPr>
        <w:jc w:val="both"/>
        <w:rPr>
          <w:b/>
          <w:sz w:val="27"/>
          <w:szCs w:val="27"/>
        </w:rPr>
      </w:pPr>
    </w:p>
    <w:p w:rsidR="00AE4B0D" w:rsidRDefault="00AE4B0D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 бюджете сельского поселения</w:t>
      </w:r>
    </w:p>
    <w:p w:rsidR="00AE4B0D" w:rsidRDefault="00AE4B0D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«деревня Рябцево» на 2021 год и</w:t>
      </w:r>
    </w:p>
    <w:p w:rsidR="00AE4B0D" w:rsidRPr="00382F7E" w:rsidRDefault="00AE4B0D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2022 и 2023 годов</w:t>
      </w:r>
    </w:p>
    <w:p w:rsidR="00AE4B0D" w:rsidRPr="00382F7E" w:rsidRDefault="00AE4B0D" w:rsidP="00D0615A">
      <w:pPr>
        <w:jc w:val="both"/>
        <w:rPr>
          <w:sz w:val="27"/>
          <w:szCs w:val="27"/>
        </w:rPr>
      </w:pP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Положением о бюджетном процессе в сельском поселении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», Сельская Дума сельског</w:t>
      </w:r>
      <w:r>
        <w:rPr>
          <w:sz w:val="27"/>
          <w:szCs w:val="27"/>
        </w:rPr>
        <w:t xml:space="preserve">о поселения «деревня Рябцево» </w:t>
      </w:r>
      <w:r w:rsidRPr="00F827EF">
        <w:rPr>
          <w:sz w:val="27"/>
          <w:szCs w:val="27"/>
        </w:rPr>
        <w:t>РЕШИЛА: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 Утвердить основные характеристики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на </w:t>
      </w:r>
      <w:r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год: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>
        <w:rPr>
          <w:sz w:val="27"/>
          <w:szCs w:val="27"/>
        </w:rPr>
        <w:t>2 854 896,00</w:t>
      </w:r>
      <w:r w:rsidRPr="00F827EF">
        <w:rPr>
          <w:sz w:val="27"/>
          <w:szCs w:val="27"/>
        </w:rPr>
        <w:t xml:space="preserve"> руб., в том числе объем безвозмездных поступлений в сумме </w:t>
      </w:r>
      <w:r>
        <w:rPr>
          <w:sz w:val="27"/>
          <w:szCs w:val="27"/>
        </w:rPr>
        <w:t>1 974 597,00</w:t>
      </w:r>
      <w:r w:rsidRPr="00F827EF">
        <w:rPr>
          <w:sz w:val="27"/>
          <w:szCs w:val="27"/>
        </w:rPr>
        <w:t xml:space="preserve"> руб.;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>
        <w:rPr>
          <w:sz w:val="27"/>
          <w:szCs w:val="27"/>
        </w:rPr>
        <w:t>2 854 896,00</w:t>
      </w:r>
      <w:r w:rsidRPr="00F827EF">
        <w:rPr>
          <w:sz w:val="27"/>
          <w:szCs w:val="27"/>
        </w:rPr>
        <w:t xml:space="preserve"> руб.;</w:t>
      </w:r>
    </w:p>
    <w:p w:rsidR="00AE4B0D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в сумме 1</w:t>
      </w:r>
      <w:r>
        <w:rPr>
          <w:sz w:val="27"/>
          <w:szCs w:val="27"/>
        </w:rPr>
        <w:t>0</w:t>
      </w:r>
      <w:r w:rsidRPr="00F827EF">
        <w:rPr>
          <w:sz w:val="27"/>
          <w:szCs w:val="27"/>
        </w:rPr>
        <w:t> 000,00 руб.;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«деревня Рябцево» на 1 января 2022 года в сумме 0,00 руб., в том числе верхний предел долга по муниципальным гарантиям в сумме 0,00 руб.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 (профицит) отсутствует.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2. Утвердить основные характеристики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на плановый период </w:t>
      </w:r>
      <w:r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годов: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на </w:t>
      </w:r>
      <w:r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год  в сумме </w:t>
      </w:r>
      <w:r>
        <w:rPr>
          <w:sz w:val="27"/>
          <w:szCs w:val="27"/>
        </w:rPr>
        <w:t>2 846 506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>
        <w:rPr>
          <w:sz w:val="27"/>
          <w:szCs w:val="27"/>
        </w:rPr>
        <w:t>1 964 597</w:t>
      </w:r>
      <w:r w:rsidRPr="00F827EF">
        <w:rPr>
          <w:sz w:val="27"/>
          <w:szCs w:val="27"/>
        </w:rPr>
        <w:t xml:space="preserve">,00 руб., и на </w:t>
      </w:r>
      <w:r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2 848 172</w:t>
      </w:r>
      <w:r w:rsidRPr="00F827EF">
        <w:rPr>
          <w:sz w:val="27"/>
          <w:szCs w:val="27"/>
        </w:rPr>
        <w:t xml:space="preserve">,00 руб., в том числе объем безвозмездных поступлений в сумме </w:t>
      </w:r>
      <w:r>
        <w:rPr>
          <w:sz w:val="27"/>
          <w:szCs w:val="27"/>
        </w:rPr>
        <w:t>1 964 597</w:t>
      </w:r>
      <w:r w:rsidRPr="00F827EF">
        <w:rPr>
          <w:sz w:val="27"/>
          <w:szCs w:val="27"/>
        </w:rPr>
        <w:t>,00 руб.;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на </w:t>
      </w:r>
      <w:r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2 846 506</w:t>
      </w:r>
      <w:r w:rsidRPr="00F827EF">
        <w:rPr>
          <w:sz w:val="27"/>
          <w:szCs w:val="27"/>
        </w:rPr>
        <w:t>,00 руб.,</w:t>
      </w:r>
      <w:r>
        <w:rPr>
          <w:sz w:val="27"/>
          <w:szCs w:val="27"/>
        </w:rPr>
        <w:t xml:space="preserve"> в том числе условно утверждаемые расходы в сумме 67 240,00 руб.,</w:t>
      </w:r>
      <w:r w:rsidRPr="00F827EF">
        <w:rPr>
          <w:sz w:val="27"/>
          <w:szCs w:val="27"/>
        </w:rPr>
        <w:t xml:space="preserve"> на </w:t>
      </w:r>
      <w:r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2 848 172,00 руб. в том числе условно утверждаемые расходы в сумме 134 562,00 руб.;</w:t>
      </w:r>
    </w:p>
    <w:p w:rsidR="00AE4B0D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нормативную величину резервного фонда </w:t>
      </w:r>
      <w:r>
        <w:rPr>
          <w:sz w:val="27"/>
          <w:szCs w:val="27"/>
        </w:rPr>
        <w:t xml:space="preserve">администрации </w:t>
      </w:r>
      <w:r w:rsidRPr="00F827EF">
        <w:rPr>
          <w:sz w:val="27"/>
          <w:szCs w:val="27"/>
        </w:rPr>
        <w:t>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на </w:t>
      </w:r>
      <w:r>
        <w:rPr>
          <w:sz w:val="27"/>
          <w:szCs w:val="27"/>
        </w:rPr>
        <w:t>2022 год в сумме</w:t>
      </w:r>
      <w:r w:rsidRPr="00F827EF">
        <w:rPr>
          <w:sz w:val="27"/>
          <w:szCs w:val="27"/>
        </w:rPr>
        <w:t xml:space="preserve"> </w:t>
      </w:r>
      <w:r>
        <w:rPr>
          <w:sz w:val="27"/>
          <w:szCs w:val="27"/>
        </w:rPr>
        <w:t>10 000,00 руб., на</w:t>
      </w:r>
      <w:r w:rsidRPr="00F827EF">
        <w:rPr>
          <w:sz w:val="27"/>
          <w:szCs w:val="27"/>
        </w:rPr>
        <w:t xml:space="preserve"> </w:t>
      </w:r>
      <w:r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 в сумме 1</w:t>
      </w:r>
      <w:r>
        <w:rPr>
          <w:sz w:val="27"/>
          <w:szCs w:val="27"/>
        </w:rPr>
        <w:t>0</w:t>
      </w:r>
      <w:r w:rsidRPr="00F827EF">
        <w:rPr>
          <w:sz w:val="27"/>
          <w:szCs w:val="27"/>
        </w:rPr>
        <w:t> 000,00 руб.;</w:t>
      </w:r>
    </w:p>
    <w:p w:rsidR="00AE4B0D" w:rsidRPr="00F827EF" w:rsidRDefault="00AE4B0D" w:rsidP="00DB728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«деревня Рябцево» на 1 января 2023 года в сумме 0,00 руб., в том числе верхний предел долга по муниципальным гарантиям в сумме 0,00 руб., и на 1 января 2024 года в сумме 0,00 руб., в том числе верхний предел долга по муниципальным гарантиям в сумме 0,00 руб.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 2022 и 2023 годах дефицит (профицит) отсутствует.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3. Утвердить перечень главных администраторов</w:t>
      </w:r>
      <w:r>
        <w:rPr>
          <w:sz w:val="27"/>
          <w:szCs w:val="27"/>
        </w:rPr>
        <w:t xml:space="preserve"> </w:t>
      </w:r>
      <w:r w:rsidRPr="00F827EF">
        <w:rPr>
          <w:sz w:val="27"/>
          <w:szCs w:val="27"/>
        </w:rPr>
        <w:t>доходов бюджета сельского п</w:t>
      </w:r>
      <w:r>
        <w:rPr>
          <w:sz w:val="27"/>
          <w:szCs w:val="27"/>
        </w:rPr>
        <w:t xml:space="preserve">оселения «деревня Рябцево» </w:t>
      </w:r>
      <w:r w:rsidRPr="00F827EF">
        <w:rPr>
          <w:sz w:val="27"/>
          <w:szCs w:val="27"/>
        </w:rPr>
        <w:t>согласно приложению №1.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4. Утвердить пе</w:t>
      </w:r>
      <w:r>
        <w:rPr>
          <w:sz w:val="27"/>
          <w:szCs w:val="27"/>
        </w:rPr>
        <w:t xml:space="preserve">речень главных администраторов источников </w:t>
      </w:r>
      <w:r w:rsidRPr="00F827EF">
        <w:rPr>
          <w:sz w:val="27"/>
          <w:szCs w:val="27"/>
        </w:rPr>
        <w:t>финансирования дефицита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 согласно приложению №2.</w:t>
      </w:r>
    </w:p>
    <w:p w:rsidR="00AE4B0D" w:rsidRDefault="00AE4B0D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5. Утвердить нормативы распределения доходов в бюджет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на </w:t>
      </w:r>
      <w:r>
        <w:rPr>
          <w:sz w:val="27"/>
          <w:szCs w:val="27"/>
        </w:rPr>
        <w:t>2021 и плановый период 2022 и 2023</w:t>
      </w:r>
      <w:r w:rsidRPr="00F827EF">
        <w:rPr>
          <w:sz w:val="27"/>
          <w:szCs w:val="27"/>
        </w:rPr>
        <w:t xml:space="preserve"> год</w:t>
      </w:r>
      <w:r>
        <w:rPr>
          <w:sz w:val="27"/>
          <w:szCs w:val="27"/>
        </w:rPr>
        <w:t>ов согласно приложению №3</w:t>
      </w:r>
    </w:p>
    <w:p w:rsidR="00AE4B0D" w:rsidRDefault="00AE4B0D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6. Утвердить поступления доходов бюджета сельского поселения «деревня Рябцево» по кодам классификации доходов бюджетов бюджетной системы Российской Федерации:</w:t>
      </w:r>
    </w:p>
    <w:p w:rsidR="00AE4B0D" w:rsidRDefault="00AE4B0D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2021 год согласно приложению №4;</w:t>
      </w:r>
    </w:p>
    <w:p w:rsidR="00AE4B0D" w:rsidRPr="00F827EF" w:rsidRDefault="00AE4B0D" w:rsidP="00DB728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- на плановый период 2022 и 2023 годов согласно приложению №5.</w:t>
      </w:r>
    </w:p>
    <w:p w:rsidR="00AE4B0D" w:rsidRPr="00F827EF" w:rsidRDefault="00AE4B0D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7</w:t>
      </w:r>
      <w:r w:rsidRPr="00F827EF">
        <w:rPr>
          <w:sz w:val="27"/>
          <w:szCs w:val="27"/>
        </w:rPr>
        <w:t>. Предоставить финансовому отделу Малоярославецкой районной администрации муниципального района «Малоярославецкий район» полномочия по администрированию доходов в бюджет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части уточнения поступлений и возвратов и по информационному взаимодействию с УФК по Калужской области. </w:t>
      </w:r>
    </w:p>
    <w:p w:rsidR="00AE4B0D" w:rsidRPr="00F827EF" w:rsidRDefault="00AE4B0D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8</w:t>
      </w:r>
      <w:r w:rsidRPr="00F827EF">
        <w:rPr>
          <w:sz w:val="27"/>
          <w:szCs w:val="27"/>
        </w:rPr>
        <w:t xml:space="preserve">. В случае изменений в </w:t>
      </w:r>
      <w:r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году состава и (или) функций главных администраторов доходов и главных администраторов источников финансирования  дефицита бюджета, уполномоченный орган исполнительн</w:t>
      </w:r>
      <w:r>
        <w:rPr>
          <w:sz w:val="27"/>
          <w:szCs w:val="27"/>
        </w:rPr>
        <w:t>ой власти сельского поселения «д</w:t>
      </w:r>
      <w:r w:rsidRPr="00F827EF">
        <w:rPr>
          <w:sz w:val="27"/>
          <w:szCs w:val="27"/>
        </w:rPr>
        <w:t xml:space="preserve">еревня </w:t>
      </w:r>
      <w:r>
        <w:rPr>
          <w:sz w:val="27"/>
          <w:szCs w:val="27"/>
        </w:rPr>
        <w:t>Рябцево</w:t>
      </w:r>
      <w:r w:rsidRPr="00F827EF">
        <w:rPr>
          <w:sz w:val="27"/>
          <w:szCs w:val="27"/>
        </w:rPr>
        <w:t>», исполняющий бюджет сельского поселения вправе при определении принципов назначения, структуры кодов и присвоения кодов классификации доходов бюджетов Российской Федерации вносить соответствующие изменения в состав закрепленных за ними кодов классификации доходов бюджетов Российской Федерации или источников финансирования дефицитов бюджетов  Российской Федерации.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9. Утвердить ведомственную структуру расходов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»: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</w:t>
      </w:r>
      <w:r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 согласно приложению №</w:t>
      </w:r>
      <w:r>
        <w:rPr>
          <w:sz w:val="27"/>
          <w:szCs w:val="27"/>
        </w:rPr>
        <w:t>6</w:t>
      </w:r>
      <w:r w:rsidRPr="00F827EF">
        <w:rPr>
          <w:sz w:val="27"/>
          <w:szCs w:val="27"/>
        </w:rPr>
        <w:t>;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плановый период </w:t>
      </w:r>
      <w:r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 согласно приложению №</w:t>
      </w:r>
      <w:r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10. Утвердить в составе ведомственной структуры расходов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перечень главных распорядителей бюджетных средств муниципального района, разделов, подразделов, целевых статей (муниципальных программ и непрограммных направлений деятельности), групп и подгрупп видов расходов бюджета муниципального района на </w:t>
      </w:r>
      <w:r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 и плановый период </w:t>
      </w:r>
      <w:r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 согласно приложениям №</w:t>
      </w:r>
      <w:r>
        <w:rPr>
          <w:sz w:val="27"/>
          <w:szCs w:val="27"/>
        </w:rPr>
        <w:t>6</w:t>
      </w:r>
      <w:r w:rsidRPr="00F827EF">
        <w:rPr>
          <w:sz w:val="27"/>
          <w:szCs w:val="27"/>
        </w:rPr>
        <w:t xml:space="preserve"> и №</w:t>
      </w:r>
      <w:r>
        <w:rPr>
          <w:sz w:val="27"/>
          <w:szCs w:val="27"/>
        </w:rPr>
        <w:t>7</w:t>
      </w:r>
      <w:r w:rsidRPr="00F827EF">
        <w:rPr>
          <w:sz w:val="27"/>
          <w:szCs w:val="27"/>
        </w:rPr>
        <w:t>.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11. Утвердить распределение бюджетных ассигнований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</w:t>
      </w:r>
      <w:r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 согласно приложению №</w:t>
      </w:r>
      <w:r>
        <w:rPr>
          <w:sz w:val="27"/>
          <w:szCs w:val="27"/>
        </w:rPr>
        <w:t>8</w:t>
      </w:r>
      <w:r w:rsidRPr="00F827EF">
        <w:rPr>
          <w:sz w:val="27"/>
          <w:szCs w:val="27"/>
        </w:rPr>
        <w:t>;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плановый период </w:t>
      </w:r>
      <w:r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 согласно приложению №</w:t>
      </w:r>
      <w:r>
        <w:rPr>
          <w:sz w:val="27"/>
          <w:szCs w:val="27"/>
        </w:rPr>
        <w:t>9</w:t>
      </w:r>
      <w:r w:rsidRPr="00F827EF">
        <w:rPr>
          <w:sz w:val="27"/>
          <w:szCs w:val="27"/>
        </w:rPr>
        <w:t>.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12. Утвердить распределение бюджетных ассигнований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</w:t>
      </w:r>
      <w:r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 согласно приложению №</w:t>
      </w:r>
      <w:r>
        <w:rPr>
          <w:sz w:val="27"/>
          <w:szCs w:val="27"/>
        </w:rPr>
        <w:t>10</w:t>
      </w:r>
      <w:r w:rsidRPr="00F827EF">
        <w:rPr>
          <w:sz w:val="27"/>
          <w:szCs w:val="27"/>
        </w:rPr>
        <w:t>;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плановый период </w:t>
      </w:r>
      <w:r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 согласно приложению №</w:t>
      </w:r>
      <w:r>
        <w:rPr>
          <w:sz w:val="27"/>
          <w:szCs w:val="27"/>
        </w:rPr>
        <w:t>11</w:t>
      </w:r>
      <w:r w:rsidRPr="00F827EF">
        <w:rPr>
          <w:sz w:val="27"/>
          <w:szCs w:val="27"/>
        </w:rPr>
        <w:t>.</w:t>
      </w:r>
    </w:p>
    <w:p w:rsidR="00AE4B0D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13. Утвердить общий объем бюджетных ассигнований на исполнение пуб</w:t>
      </w:r>
      <w:r>
        <w:rPr>
          <w:sz w:val="27"/>
          <w:szCs w:val="27"/>
        </w:rPr>
        <w:t>личных нормативных обязательств:</w:t>
      </w:r>
    </w:p>
    <w:p w:rsidR="00AE4B0D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 2021</w:t>
      </w:r>
      <w:r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140 298,00 руб.;</w:t>
      </w:r>
    </w:p>
    <w:p w:rsidR="00AE4B0D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827EF">
        <w:rPr>
          <w:sz w:val="27"/>
          <w:szCs w:val="27"/>
        </w:rPr>
        <w:t xml:space="preserve">на </w:t>
      </w:r>
      <w:r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0</w:t>
      </w:r>
      <w:r w:rsidRPr="00F827EF">
        <w:rPr>
          <w:sz w:val="27"/>
          <w:szCs w:val="27"/>
        </w:rPr>
        <w:t>,00 руб.</w:t>
      </w:r>
      <w:r>
        <w:rPr>
          <w:sz w:val="27"/>
          <w:szCs w:val="27"/>
        </w:rPr>
        <w:t>;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на</w:t>
      </w:r>
      <w:r w:rsidRPr="00F827EF">
        <w:rPr>
          <w:sz w:val="27"/>
          <w:szCs w:val="27"/>
        </w:rPr>
        <w:t xml:space="preserve"> </w:t>
      </w:r>
      <w:r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0</w:t>
      </w:r>
      <w:r w:rsidRPr="00F827EF">
        <w:rPr>
          <w:sz w:val="27"/>
          <w:szCs w:val="27"/>
        </w:rPr>
        <w:t>,00 руб.</w:t>
      </w:r>
    </w:p>
    <w:p w:rsidR="00AE4B0D" w:rsidRPr="00F827EF" w:rsidRDefault="00AE4B0D" w:rsidP="00104346">
      <w:pPr>
        <w:tabs>
          <w:tab w:val="left" w:pos="1276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14. </w:t>
      </w:r>
      <w:r w:rsidRPr="00F827EF">
        <w:rPr>
          <w:sz w:val="27"/>
          <w:szCs w:val="27"/>
        </w:rPr>
        <w:t>Установить, что финансирование расходов на проведение диспансеризации муниципальных служащих осуществляется в пределах средств, предусмотренных в бюджете сельского поселения на содержание органов местного самоуправления, являющихся главными распорядителями средств бюджета сельского поселения.</w:t>
      </w:r>
    </w:p>
    <w:p w:rsidR="00AE4B0D" w:rsidRPr="00F827EF" w:rsidRDefault="00AE4B0D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</w:t>
      </w:r>
      <w:r>
        <w:rPr>
          <w:sz w:val="27"/>
          <w:szCs w:val="27"/>
        </w:rPr>
        <w:t>5</w:t>
      </w:r>
      <w:r w:rsidRPr="00F827EF">
        <w:rPr>
          <w:sz w:val="27"/>
          <w:szCs w:val="27"/>
        </w:rPr>
        <w:t>. Учесть в доходах бюджета сельского поселения «</w:t>
      </w:r>
      <w:r>
        <w:rPr>
          <w:sz w:val="27"/>
          <w:szCs w:val="27"/>
        </w:rPr>
        <w:t xml:space="preserve">деревня Рябцево» </w:t>
      </w:r>
      <w:r w:rsidRPr="00F827EF">
        <w:rPr>
          <w:sz w:val="27"/>
          <w:szCs w:val="27"/>
        </w:rPr>
        <w:t>объем межбюджетных трансфертов, предоставляемых из бюджетов других уровней бюджетной системы Российской Федерации</w:t>
      </w:r>
      <w:r>
        <w:rPr>
          <w:sz w:val="27"/>
          <w:szCs w:val="27"/>
        </w:rPr>
        <w:t xml:space="preserve"> бюджету </w:t>
      </w:r>
      <w:r w:rsidRPr="00F827EF">
        <w:rPr>
          <w:sz w:val="27"/>
          <w:szCs w:val="27"/>
        </w:rPr>
        <w:t>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»:</w:t>
      </w:r>
    </w:p>
    <w:p w:rsidR="00AE4B0D" w:rsidRPr="00F827EF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</w:t>
      </w:r>
      <w:r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 </w:t>
      </w:r>
      <w:r>
        <w:rPr>
          <w:sz w:val="27"/>
          <w:szCs w:val="27"/>
        </w:rPr>
        <w:t>и н</w:t>
      </w:r>
      <w:r w:rsidRPr="00F827EF">
        <w:rPr>
          <w:sz w:val="27"/>
          <w:szCs w:val="27"/>
        </w:rPr>
        <w:t xml:space="preserve">а плановый период </w:t>
      </w:r>
      <w:r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 согласно приложению №1</w:t>
      </w:r>
      <w:r>
        <w:rPr>
          <w:sz w:val="27"/>
          <w:szCs w:val="27"/>
        </w:rPr>
        <w:t>2</w:t>
      </w:r>
      <w:r w:rsidRPr="00F827EF">
        <w:rPr>
          <w:sz w:val="27"/>
          <w:szCs w:val="27"/>
        </w:rPr>
        <w:t>.</w:t>
      </w:r>
    </w:p>
    <w:p w:rsidR="00AE4B0D" w:rsidRPr="00F827EF" w:rsidRDefault="00AE4B0D" w:rsidP="00D0615A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1</w:t>
      </w:r>
      <w:r>
        <w:rPr>
          <w:sz w:val="27"/>
          <w:szCs w:val="27"/>
        </w:rPr>
        <w:t>6</w:t>
      </w:r>
      <w:r w:rsidRPr="00F827EF">
        <w:rPr>
          <w:sz w:val="27"/>
          <w:szCs w:val="27"/>
        </w:rPr>
        <w:t>. Утвердить объем иных межбюджетных трансфертов</w:t>
      </w:r>
      <w:r>
        <w:rPr>
          <w:sz w:val="27"/>
          <w:szCs w:val="27"/>
        </w:rPr>
        <w:t>, передаваемых</w:t>
      </w:r>
      <w:r w:rsidRPr="00F827EF">
        <w:rPr>
          <w:sz w:val="27"/>
          <w:szCs w:val="27"/>
        </w:rPr>
        <w:t xml:space="preserve"> из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в бюджет муниципального района «Малоярославецкий район»:</w:t>
      </w:r>
    </w:p>
    <w:p w:rsidR="00AE4B0D" w:rsidRDefault="00AE4B0D" w:rsidP="0065314C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- на </w:t>
      </w:r>
      <w:r>
        <w:rPr>
          <w:sz w:val="27"/>
          <w:szCs w:val="27"/>
        </w:rPr>
        <w:t>2021</w:t>
      </w:r>
      <w:r w:rsidRPr="00F827EF">
        <w:rPr>
          <w:sz w:val="27"/>
          <w:szCs w:val="27"/>
        </w:rPr>
        <w:t xml:space="preserve"> год </w:t>
      </w:r>
      <w:r>
        <w:rPr>
          <w:sz w:val="27"/>
          <w:szCs w:val="27"/>
        </w:rPr>
        <w:t>и н</w:t>
      </w:r>
      <w:r w:rsidRPr="00F827EF">
        <w:rPr>
          <w:sz w:val="27"/>
          <w:szCs w:val="27"/>
        </w:rPr>
        <w:t xml:space="preserve">а плановый период </w:t>
      </w:r>
      <w:r>
        <w:rPr>
          <w:sz w:val="27"/>
          <w:szCs w:val="27"/>
        </w:rPr>
        <w:t>2022</w:t>
      </w:r>
      <w:r w:rsidRPr="00F827EF">
        <w:rPr>
          <w:sz w:val="27"/>
          <w:szCs w:val="27"/>
        </w:rPr>
        <w:t xml:space="preserve"> и </w:t>
      </w:r>
      <w:r>
        <w:rPr>
          <w:sz w:val="27"/>
          <w:szCs w:val="27"/>
        </w:rPr>
        <w:t>2023</w:t>
      </w:r>
      <w:r w:rsidRPr="00F827EF">
        <w:rPr>
          <w:sz w:val="27"/>
          <w:szCs w:val="27"/>
        </w:rPr>
        <w:t xml:space="preserve"> годов согласно приложению №1</w:t>
      </w:r>
      <w:r>
        <w:rPr>
          <w:sz w:val="27"/>
          <w:szCs w:val="27"/>
        </w:rPr>
        <w:t>3</w:t>
      </w:r>
      <w:r w:rsidRPr="00F827EF">
        <w:rPr>
          <w:sz w:val="27"/>
          <w:szCs w:val="27"/>
        </w:rPr>
        <w:t>.</w:t>
      </w:r>
    </w:p>
    <w:p w:rsidR="00AE4B0D" w:rsidRDefault="00AE4B0D" w:rsidP="0065314C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17. Утвердить источники финансирования дефицита бюджета </w:t>
      </w:r>
      <w:r w:rsidRPr="00F827EF">
        <w:rPr>
          <w:sz w:val="27"/>
          <w:szCs w:val="27"/>
        </w:rPr>
        <w:t>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</w:t>
      </w:r>
      <w:r>
        <w:rPr>
          <w:sz w:val="27"/>
          <w:szCs w:val="27"/>
        </w:rPr>
        <w:t xml:space="preserve"> на 2021 год и на плановый период 2022 и 2023 годов согласно приложению №14.</w:t>
      </w:r>
    </w:p>
    <w:p w:rsidR="00AE4B0D" w:rsidRPr="00F827EF" w:rsidRDefault="00AE4B0D" w:rsidP="0065314C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18. Установить уровень должностных окладов на уровне, сложившемся на 1 января 2021 года.</w:t>
      </w:r>
    </w:p>
    <w:p w:rsidR="00AE4B0D" w:rsidRPr="00F827EF" w:rsidRDefault="00AE4B0D" w:rsidP="00D0615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19</w:t>
      </w:r>
      <w:r w:rsidRPr="00F827EF">
        <w:rPr>
          <w:sz w:val="27"/>
          <w:szCs w:val="27"/>
        </w:rPr>
        <w:t>. Установить иные основания, связанные с особенностями исполнения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», дающие право в ходе исполнения бюджета сельского п</w:t>
      </w:r>
      <w:r>
        <w:rPr>
          <w:sz w:val="27"/>
          <w:szCs w:val="27"/>
        </w:rPr>
        <w:t>оселения «д</w:t>
      </w:r>
      <w:r w:rsidRPr="00F827EF">
        <w:rPr>
          <w:sz w:val="27"/>
          <w:szCs w:val="27"/>
        </w:rPr>
        <w:t xml:space="preserve">еревня </w:t>
      </w:r>
      <w:r>
        <w:rPr>
          <w:sz w:val="27"/>
          <w:szCs w:val="27"/>
        </w:rPr>
        <w:t>Рябцево</w:t>
      </w:r>
      <w:r w:rsidRPr="00F827EF">
        <w:rPr>
          <w:sz w:val="27"/>
          <w:szCs w:val="27"/>
        </w:rPr>
        <w:t>» администрацией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вносить изменения в сводную бюджетную роспись, оформлять соответствующие уведомления по расчетам между бюджетами:</w:t>
      </w:r>
    </w:p>
    <w:p w:rsidR="00AE4B0D" w:rsidRDefault="00AE4B0D" w:rsidP="007E4DDB">
      <w:pPr>
        <w:ind w:firstLine="709"/>
        <w:jc w:val="both"/>
        <w:rPr>
          <w:sz w:val="27"/>
          <w:szCs w:val="27"/>
        </w:rPr>
      </w:pPr>
      <w:r w:rsidRPr="00F827EF">
        <w:rPr>
          <w:sz w:val="27"/>
          <w:szCs w:val="27"/>
        </w:rPr>
        <w:t>- по обращениям главны</w:t>
      </w:r>
      <w:r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 xml:space="preserve">средств бюджета сельского поселения </w:t>
      </w:r>
      <w:r>
        <w:rPr>
          <w:sz w:val="27"/>
          <w:szCs w:val="27"/>
        </w:rPr>
        <w:t>и органов местного самоуправления</w:t>
      </w:r>
      <w:r w:rsidRPr="00F827EF">
        <w:rPr>
          <w:sz w:val="27"/>
          <w:szCs w:val="27"/>
        </w:rPr>
        <w:t xml:space="preserve"> на сумму средств, использованных не по целевому назначению, выявленных в результате контрольных мероприятий </w:t>
      </w:r>
      <w:r>
        <w:rPr>
          <w:sz w:val="27"/>
          <w:szCs w:val="27"/>
        </w:rPr>
        <w:t>в соответствии с законодательством;</w:t>
      </w:r>
    </w:p>
    <w:p w:rsidR="00AE4B0D" w:rsidRPr="00F827EF" w:rsidRDefault="00AE4B0D" w:rsidP="007E4DDB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</w:t>
      </w:r>
      <w:r w:rsidRPr="00F827EF">
        <w:rPr>
          <w:sz w:val="27"/>
          <w:szCs w:val="27"/>
        </w:rPr>
        <w:t>обращениям главны</w:t>
      </w:r>
      <w:r>
        <w:rPr>
          <w:sz w:val="27"/>
          <w:szCs w:val="27"/>
        </w:rPr>
        <w:t xml:space="preserve">х распорядителей </w:t>
      </w:r>
      <w:r w:rsidRPr="00F827EF">
        <w:rPr>
          <w:sz w:val="27"/>
          <w:szCs w:val="27"/>
        </w:rPr>
        <w:t>средств бюджета сельского поселения</w:t>
      </w:r>
      <w:r>
        <w:rPr>
          <w:sz w:val="27"/>
          <w:szCs w:val="27"/>
        </w:rPr>
        <w:t xml:space="preserve"> в части уменьшения межбюджетных трансфертов в случае нарушения органами местного самоуправления условий предоставления межбюджетных трансфертов;</w:t>
      </w:r>
    </w:p>
    <w:p w:rsidR="00AE4B0D" w:rsidRPr="007C3314" w:rsidRDefault="00AE4B0D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8"/>
          <w:szCs w:val="28"/>
        </w:rPr>
        <w:t>-</w:t>
      </w:r>
      <w:r w:rsidRPr="00B30AD8">
        <w:rPr>
          <w:sz w:val="28"/>
          <w:szCs w:val="28"/>
        </w:rPr>
        <w:t xml:space="preserve"> </w:t>
      </w:r>
      <w:r w:rsidRPr="007C3314">
        <w:rPr>
          <w:sz w:val="27"/>
          <w:szCs w:val="27"/>
        </w:rPr>
        <w:t>по обращениям главных распорядителей средств бюджета сельского поселения в части перераспределения бюджетных ассигнований, предусмотренных на закупку товаров, работ и услуг для обеспечения муниципальных нужд, в целях централизации закупок;</w:t>
      </w:r>
    </w:p>
    <w:p w:rsidR="00AE4B0D" w:rsidRPr="007C3314" w:rsidRDefault="00AE4B0D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передачи отдельных муниципальных услуг (функций), предоставляемых (выполняемых) муниципальными учреждениями, на аутсорсинг и другие формы;</w:t>
      </w:r>
    </w:p>
    <w:p w:rsidR="00AE4B0D" w:rsidRPr="007C3314" w:rsidRDefault="00AE4B0D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изменения состава (структуры) главных распорядителей средств бюджета сельского поселения (подведомственных им учреждений);</w:t>
      </w:r>
    </w:p>
    <w:p w:rsidR="00AE4B0D" w:rsidRPr="007C3314" w:rsidRDefault="00AE4B0D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принятия муниципальных программ сельского поселения, ведомственных целевых программ и (или) внесения в них изменений, предусматривающих выделение средств бюджета сельского поселения на реализацию программных мероприятий в пределах бюджетных ассигнований, установленных настоящим Решением;</w:t>
      </w:r>
    </w:p>
    <w:p w:rsidR="00AE4B0D" w:rsidRPr="007C3314" w:rsidRDefault="00AE4B0D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случае необходимости уточнения кодов классификации расходов бюджета сельского поселения в текущем финансовом году, если в течение финансового года по целевой статье расходов бюджета сельского поселения не произведены кассовые расходы;</w:t>
      </w:r>
    </w:p>
    <w:p w:rsidR="00AE4B0D" w:rsidRDefault="00AE4B0D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главным распорядителям средств бюджета сельского поселения на финансовое обеспечение публичных нормативных обязательств и совершенствование системы оплаты труда, между разделами, подразделами, целевыми статьями (муниципальными программами и непрограммными направлениями деятельности), группами и подгруппами видов расходов классификации расходов бюджетов;</w:t>
      </w:r>
      <w:r>
        <w:rPr>
          <w:sz w:val="27"/>
          <w:szCs w:val="27"/>
        </w:rPr>
        <w:t xml:space="preserve"> </w:t>
      </w:r>
    </w:p>
    <w:p w:rsidR="00AE4B0D" w:rsidRPr="007C3314" w:rsidRDefault="00AE4B0D" w:rsidP="007C3314">
      <w:pPr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на исполнение публичных нормативных обязательств в случае возникновения необходимости в вышеуказанных средствах;</w:t>
      </w:r>
    </w:p>
    <w:p w:rsidR="00AE4B0D" w:rsidRPr="007C3314" w:rsidRDefault="00AE4B0D" w:rsidP="007C3314">
      <w:pPr>
        <w:keepNext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 в рамках реализации муниципальных программ сельского поселения и ведомственных целевых программ, а также других централизованных мероприятий между исполнителями этих мероприятий и (или) по кодам классификации расходов бюджета сельского поселения;</w:t>
      </w:r>
    </w:p>
    <w:p w:rsidR="00AE4B0D" w:rsidRPr="007C3314" w:rsidRDefault="00AE4B0D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перераспределения бюджетных ассигнований, предусмотренных по главным распорядителям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AE4B0D" w:rsidRPr="007C3314" w:rsidRDefault="00AE4B0D" w:rsidP="007C3314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сумму средств, поступающих в доходы бюджета сельского поселения от юридических и физических лиц на оказание помощи гражданам, пострадавшим в результате стихийных бедствий и других чрезвычайных ситуаций, на благотворительные цели, иные социально значимые мероприятия, и целевых спонсорских средств, а также от муниципальных образований Калужской области, зачисляемых на основе соглашений (договоров) и иных нормативных правовых актов, в том числе поступивших сверх сумм, утвержденных настоящим Решением;</w:t>
      </w:r>
    </w:p>
    <w:p w:rsidR="00AE4B0D" w:rsidRPr="007C3314" w:rsidRDefault="00AE4B0D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по кодам классификации расходов бюджета сельского поселения на сумму средств, необходимых для выполнения условий софинансирования по государственным программам Калужской области и межбюджетным субсидиям, предоставляемым из областного бюджета, в том числе путем введения новых кодов классификации расходов бюджета сельского поселения в случае необходимости выполнения условий софинансирования по государственным программам Калужской области и межбюджетным субсидиям;</w:t>
      </w:r>
    </w:p>
    <w:p w:rsidR="00AE4B0D" w:rsidRPr="007C3314" w:rsidRDefault="00AE4B0D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-</w:t>
      </w:r>
      <w:r w:rsidRPr="007C3314">
        <w:rPr>
          <w:sz w:val="27"/>
          <w:szCs w:val="27"/>
        </w:rPr>
        <w:t xml:space="preserve">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AE4B0D" w:rsidRPr="007C3314" w:rsidRDefault="00AE4B0D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 w:rsidRPr="007C3314">
        <w:rPr>
          <w:sz w:val="27"/>
          <w:szCs w:val="27"/>
        </w:rPr>
        <w:t>- в других случаях, предусмотренных особенностями  исполнения бюджетов бюджетной системы Российской Федерации, установленных настоящим Решением и  Бюджетным кодексом Российской Федерации.</w:t>
      </w:r>
    </w:p>
    <w:p w:rsidR="00AE4B0D" w:rsidRPr="007C3314" w:rsidRDefault="00AE4B0D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>
        <w:rPr>
          <w:sz w:val="27"/>
          <w:szCs w:val="27"/>
        </w:rPr>
        <w:t>20</w:t>
      </w:r>
      <w:r w:rsidRPr="007C3314">
        <w:rPr>
          <w:sz w:val="27"/>
          <w:szCs w:val="27"/>
        </w:rPr>
        <w:t>. Предоставить право администрации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 xml:space="preserve">» устанавливать по главным распорядителям средств бюджета сельского поселения предельную численность работающих в муниципальных учреждениях. </w:t>
      </w:r>
    </w:p>
    <w:p w:rsidR="00AE4B0D" w:rsidRPr="007C3314" w:rsidRDefault="00AE4B0D" w:rsidP="007C3314">
      <w:pPr>
        <w:widowControl w:val="0"/>
        <w:shd w:val="clear" w:color="auto" w:fill="FFFFFF"/>
        <w:tabs>
          <w:tab w:val="left" w:pos="970"/>
        </w:tabs>
        <w:autoSpaceDE w:val="0"/>
        <w:autoSpaceDN w:val="0"/>
        <w:adjustRightInd w:val="0"/>
        <w:ind w:firstLine="720"/>
        <w:contextualSpacing/>
        <w:jc w:val="both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>
        <w:rPr>
          <w:sz w:val="27"/>
          <w:szCs w:val="27"/>
        </w:rPr>
        <w:t>1</w:t>
      </w:r>
      <w:r w:rsidRPr="007C3314">
        <w:rPr>
          <w:sz w:val="27"/>
          <w:szCs w:val="27"/>
        </w:rPr>
        <w:t>. Установить, что администрация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 xml:space="preserve">» вправе привлекать в </w:t>
      </w:r>
      <w:r>
        <w:rPr>
          <w:sz w:val="27"/>
          <w:szCs w:val="27"/>
        </w:rPr>
        <w:t>2021</w:t>
      </w:r>
      <w:r w:rsidRPr="007C3314">
        <w:rPr>
          <w:sz w:val="27"/>
          <w:szCs w:val="27"/>
        </w:rPr>
        <w:t xml:space="preserve"> году и плановом периоде </w:t>
      </w:r>
      <w:r>
        <w:rPr>
          <w:sz w:val="27"/>
          <w:szCs w:val="27"/>
        </w:rPr>
        <w:t>2022</w:t>
      </w:r>
      <w:r w:rsidRPr="007C3314">
        <w:rPr>
          <w:sz w:val="27"/>
          <w:szCs w:val="27"/>
        </w:rPr>
        <w:t xml:space="preserve"> и </w:t>
      </w:r>
      <w:r>
        <w:rPr>
          <w:sz w:val="27"/>
          <w:szCs w:val="27"/>
        </w:rPr>
        <w:t>2023</w:t>
      </w:r>
      <w:r w:rsidRPr="007C3314">
        <w:rPr>
          <w:sz w:val="27"/>
          <w:szCs w:val="27"/>
        </w:rPr>
        <w:t xml:space="preserve"> годов бюджетные кредиты и кредиты в коммерческих банках в целях  покрытия дефицита  бюджета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и временных кассовых разрывов, возникающих при исполнении  бюджета 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 xml:space="preserve">» на срок, выходящий за пределы </w:t>
      </w:r>
      <w:r>
        <w:rPr>
          <w:sz w:val="27"/>
          <w:szCs w:val="27"/>
        </w:rPr>
        <w:t>2023</w:t>
      </w:r>
      <w:r w:rsidRPr="007C3314">
        <w:rPr>
          <w:sz w:val="27"/>
          <w:szCs w:val="27"/>
        </w:rPr>
        <w:t xml:space="preserve"> года.</w:t>
      </w:r>
    </w:p>
    <w:p w:rsidR="00AE4B0D" w:rsidRDefault="00AE4B0D" w:rsidP="007C3314">
      <w:pPr>
        <w:pStyle w:val="BodyText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>
        <w:rPr>
          <w:sz w:val="27"/>
          <w:szCs w:val="27"/>
        </w:rPr>
        <w:t>2</w:t>
      </w:r>
      <w:r w:rsidRPr="007C3314">
        <w:rPr>
          <w:sz w:val="27"/>
          <w:szCs w:val="27"/>
        </w:rPr>
        <w:t>. Администрации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представлять ежеквартально в Сельскую Думу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отчет об исполнении бюджета сельского поселения «</w:t>
      </w:r>
      <w:r>
        <w:rPr>
          <w:sz w:val="27"/>
          <w:szCs w:val="27"/>
        </w:rPr>
        <w:t>деревня Рябцево</w:t>
      </w:r>
      <w:r w:rsidRPr="007C3314">
        <w:rPr>
          <w:sz w:val="27"/>
          <w:szCs w:val="27"/>
        </w:rPr>
        <w:t>» после представления отчета в финансовый отдел Малоярославецкой районной администрации муниципального района «Малоярославецкий район».</w:t>
      </w:r>
    </w:p>
    <w:p w:rsidR="00AE4B0D" w:rsidRPr="007C3314" w:rsidRDefault="00AE4B0D" w:rsidP="007C3314">
      <w:pPr>
        <w:pStyle w:val="BodyText"/>
        <w:spacing w:line="240" w:lineRule="auto"/>
        <w:ind w:firstLine="709"/>
        <w:rPr>
          <w:sz w:val="27"/>
          <w:szCs w:val="27"/>
        </w:rPr>
      </w:pPr>
      <w:r w:rsidRPr="007C3314">
        <w:rPr>
          <w:sz w:val="27"/>
          <w:szCs w:val="27"/>
        </w:rPr>
        <w:t>2</w:t>
      </w:r>
      <w:r>
        <w:rPr>
          <w:sz w:val="27"/>
          <w:szCs w:val="27"/>
        </w:rPr>
        <w:t>3</w:t>
      </w:r>
      <w:r w:rsidRPr="007C3314">
        <w:rPr>
          <w:sz w:val="27"/>
          <w:szCs w:val="27"/>
        </w:rPr>
        <w:t xml:space="preserve">. Настоящее Решение  вступает в силу с 1 января </w:t>
      </w:r>
      <w:r>
        <w:rPr>
          <w:sz w:val="27"/>
          <w:szCs w:val="27"/>
        </w:rPr>
        <w:t>2021</w:t>
      </w:r>
      <w:r w:rsidRPr="007C3314">
        <w:rPr>
          <w:sz w:val="27"/>
          <w:szCs w:val="27"/>
        </w:rPr>
        <w:t xml:space="preserve"> года и подлежит  опубликованию.</w:t>
      </w:r>
    </w:p>
    <w:p w:rsidR="00AE4B0D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AE4B0D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AE4B0D" w:rsidRDefault="00AE4B0D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AE4B0D" w:rsidRDefault="00AE4B0D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AE4B0D" w:rsidRPr="00382F7E" w:rsidRDefault="00AE4B0D" w:rsidP="007E4DDB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«деревня Рябцево» </w:t>
      </w:r>
      <w:r w:rsidRPr="00382F7E">
        <w:rPr>
          <w:b/>
          <w:sz w:val="27"/>
          <w:szCs w:val="27"/>
        </w:rPr>
        <w:t xml:space="preserve">        </w:t>
      </w:r>
      <w:r>
        <w:rPr>
          <w:b/>
          <w:sz w:val="27"/>
          <w:szCs w:val="27"/>
        </w:rPr>
        <w:t xml:space="preserve">      </w:t>
      </w:r>
      <w:r w:rsidRPr="00382F7E">
        <w:rPr>
          <w:b/>
          <w:sz w:val="27"/>
          <w:szCs w:val="27"/>
        </w:rPr>
        <w:t xml:space="preserve">          </w:t>
      </w:r>
      <w:r>
        <w:rPr>
          <w:b/>
          <w:sz w:val="27"/>
          <w:szCs w:val="27"/>
        </w:rPr>
        <w:t xml:space="preserve">    </w:t>
      </w:r>
      <w:r w:rsidRPr="00382F7E">
        <w:rPr>
          <w:b/>
          <w:sz w:val="27"/>
          <w:szCs w:val="27"/>
        </w:rPr>
        <w:t xml:space="preserve">                    </w:t>
      </w:r>
      <w:r>
        <w:rPr>
          <w:b/>
          <w:sz w:val="27"/>
          <w:szCs w:val="27"/>
        </w:rPr>
        <w:t xml:space="preserve">                      </w:t>
      </w:r>
      <w:r w:rsidRPr="00382F7E">
        <w:rPr>
          <w:b/>
          <w:sz w:val="27"/>
          <w:szCs w:val="27"/>
        </w:rPr>
        <w:t xml:space="preserve">    </w:t>
      </w:r>
      <w:r>
        <w:rPr>
          <w:b/>
          <w:sz w:val="27"/>
          <w:szCs w:val="27"/>
        </w:rPr>
        <w:t xml:space="preserve">        </w:t>
      </w:r>
      <w:r w:rsidRPr="00382F7E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</w:t>
      </w:r>
      <w:r w:rsidRPr="00382F7E">
        <w:rPr>
          <w:b/>
          <w:sz w:val="27"/>
          <w:szCs w:val="27"/>
        </w:rPr>
        <w:t xml:space="preserve"> </w:t>
      </w:r>
      <w:r>
        <w:rPr>
          <w:b/>
          <w:sz w:val="27"/>
          <w:szCs w:val="27"/>
        </w:rPr>
        <w:t xml:space="preserve">  Федюкова Е.В.</w:t>
      </w:r>
      <w:r w:rsidRPr="00382F7E">
        <w:rPr>
          <w:b/>
          <w:sz w:val="27"/>
          <w:szCs w:val="27"/>
        </w:rPr>
        <w:t xml:space="preserve">  </w:t>
      </w:r>
    </w:p>
    <w:sectPr w:rsidR="00AE4B0D" w:rsidRPr="00382F7E" w:rsidSect="007E4DDB">
      <w:headerReference w:type="default" r:id="rId6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B0D" w:rsidRDefault="00AE4B0D" w:rsidP="00B67CD3">
      <w:r>
        <w:separator/>
      </w:r>
    </w:p>
  </w:endnote>
  <w:endnote w:type="continuationSeparator" w:id="0">
    <w:p w:rsidR="00AE4B0D" w:rsidRDefault="00AE4B0D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B0D" w:rsidRDefault="00AE4B0D" w:rsidP="00B67CD3">
      <w:r>
        <w:separator/>
      </w:r>
    </w:p>
  </w:footnote>
  <w:footnote w:type="continuationSeparator" w:id="0">
    <w:p w:rsidR="00AE4B0D" w:rsidRDefault="00AE4B0D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B0D" w:rsidRDefault="00AE4B0D" w:rsidP="00B44C70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15A"/>
    <w:rsid w:val="000B67E4"/>
    <w:rsid w:val="00104346"/>
    <w:rsid w:val="00161C8F"/>
    <w:rsid w:val="00281C5C"/>
    <w:rsid w:val="002A049D"/>
    <w:rsid w:val="002A4B1B"/>
    <w:rsid w:val="0030570D"/>
    <w:rsid w:val="00350BC4"/>
    <w:rsid w:val="00371393"/>
    <w:rsid w:val="00382F7E"/>
    <w:rsid w:val="004306C9"/>
    <w:rsid w:val="005128F5"/>
    <w:rsid w:val="005D416D"/>
    <w:rsid w:val="0065314C"/>
    <w:rsid w:val="00665E6A"/>
    <w:rsid w:val="007709BF"/>
    <w:rsid w:val="007C3314"/>
    <w:rsid w:val="007E4DDB"/>
    <w:rsid w:val="0086240F"/>
    <w:rsid w:val="00875B3E"/>
    <w:rsid w:val="00916B34"/>
    <w:rsid w:val="009B7888"/>
    <w:rsid w:val="00A77BEA"/>
    <w:rsid w:val="00A96C96"/>
    <w:rsid w:val="00AE4B0D"/>
    <w:rsid w:val="00AE63F3"/>
    <w:rsid w:val="00B0421F"/>
    <w:rsid w:val="00B30AD8"/>
    <w:rsid w:val="00B44C70"/>
    <w:rsid w:val="00B67CD3"/>
    <w:rsid w:val="00BC0507"/>
    <w:rsid w:val="00C851D7"/>
    <w:rsid w:val="00CC42C2"/>
    <w:rsid w:val="00CE70F8"/>
    <w:rsid w:val="00D0615A"/>
    <w:rsid w:val="00DB0F5D"/>
    <w:rsid w:val="00DB728A"/>
    <w:rsid w:val="00E1496D"/>
    <w:rsid w:val="00E217EE"/>
    <w:rsid w:val="00E22DE7"/>
    <w:rsid w:val="00E6604A"/>
    <w:rsid w:val="00F00F56"/>
    <w:rsid w:val="00F827EF"/>
    <w:rsid w:val="00FD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15A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0615A"/>
    <w:pPr>
      <w:spacing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0615A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615A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E217E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17E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21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17E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</TotalTime>
  <Pages>5</Pages>
  <Words>1855</Words>
  <Characters>10575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Бухгалтер</cp:lastModifiedBy>
  <cp:revision>15</cp:revision>
  <cp:lastPrinted>2020-12-29T20:25:00Z</cp:lastPrinted>
  <dcterms:created xsi:type="dcterms:W3CDTF">2016-11-24T08:14:00Z</dcterms:created>
  <dcterms:modified xsi:type="dcterms:W3CDTF">2020-12-30T08:57:00Z</dcterms:modified>
</cp:coreProperties>
</file>